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25B" w:rsidRPr="00E45F70" w:rsidRDefault="0089225B" w:rsidP="00306129">
      <w:pPr>
        <w:tabs>
          <w:tab w:val="left" w:pos="0"/>
        </w:tabs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Приложение</w:t>
      </w:r>
    </w:p>
    <w:p w:rsidR="0089225B" w:rsidRPr="00E45F70" w:rsidRDefault="0089225B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к Закону Челябинской области</w:t>
      </w:r>
    </w:p>
    <w:p w:rsidR="0089225B" w:rsidRPr="00E45F70" w:rsidRDefault="0089225B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 xml:space="preserve">«О внесении изменения в приложение к Закону </w:t>
      </w:r>
    </w:p>
    <w:p w:rsidR="0089225B" w:rsidRPr="00E45F70" w:rsidRDefault="0089225B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 xml:space="preserve">Челябинской области «О разграничении имущества </w:t>
      </w:r>
    </w:p>
    <w:p w:rsidR="0089225B" w:rsidRPr="00E45F70" w:rsidRDefault="0089225B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 xml:space="preserve">между Еманжелинским муниципальным районом и </w:t>
      </w:r>
    </w:p>
    <w:p w:rsidR="0089225B" w:rsidRPr="00E45F70" w:rsidRDefault="0089225B" w:rsidP="00533044">
      <w:pPr>
        <w:tabs>
          <w:tab w:val="left" w:pos="0"/>
          <w:tab w:val="left" w:pos="5068"/>
          <w:tab w:val="right" w:pos="1457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ab/>
      </w:r>
      <w:r w:rsidRPr="00E45F70">
        <w:rPr>
          <w:rFonts w:ascii="Times New Roman" w:hAnsi="Times New Roman"/>
          <w:sz w:val="26"/>
          <w:szCs w:val="26"/>
        </w:rPr>
        <w:tab/>
        <w:t>Еманжелинским городским поселением»</w:t>
      </w:r>
    </w:p>
    <w:p w:rsidR="0089225B" w:rsidRPr="00E45F70" w:rsidRDefault="0089225B" w:rsidP="00222A43">
      <w:pPr>
        <w:tabs>
          <w:tab w:val="left" w:pos="0"/>
        </w:tabs>
        <w:spacing w:after="0" w:line="240" w:lineRule="auto"/>
        <w:jc w:val="right"/>
        <w:rPr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от ___________________ № _____________</w:t>
      </w:r>
    </w:p>
    <w:p w:rsidR="0089225B" w:rsidRPr="00E45F70" w:rsidRDefault="0089225B" w:rsidP="00222A43">
      <w:pPr>
        <w:tabs>
          <w:tab w:val="left" w:pos="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9225B" w:rsidRPr="00E45F70" w:rsidRDefault="0089225B" w:rsidP="00F1675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1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80"/>
        <w:gridCol w:w="2116"/>
        <w:gridCol w:w="2980"/>
        <w:gridCol w:w="1934"/>
        <w:gridCol w:w="1486"/>
        <w:gridCol w:w="2644"/>
        <w:gridCol w:w="2880"/>
      </w:tblGrid>
      <w:tr w:rsidR="0089225B" w:rsidRPr="00E45F70" w:rsidTr="002C757E">
        <w:tc>
          <w:tcPr>
            <w:tcW w:w="1080" w:type="dxa"/>
          </w:tcPr>
          <w:p w:rsidR="0089225B" w:rsidRPr="00E45F70" w:rsidRDefault="0089225B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89225B" w:rsidRPr="00E45F70" w:rsidRDefault="0089225B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116" w:type="dxa"/>
          </w:tcPr>
          <w:p w:rsidR="0089225B" w:rsidRPr="00E45F70" w:rsidRDefault="0089225B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Полное наим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нование пре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приятия, учре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ж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дения, наимен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вание имущес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т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ва</w:t>
            </w:r>
          </w:p>
        </w:tc>
        <w:tc>
          <w:tcPr>
            <w:tcW w:w="2980" w:type="dxa"/>
          </w:tcPr>
          <w:p w:rsidR="0089225B" w:rsidRPr="00E45F70" w:rsidRDefault="0089225B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Юридический адрес предприятия, учрежд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ния, адрес местонахо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ж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дения имущества</w:t>
            </w:r>
          </w:p>
        </w:tc>
        <w:tc>
          <w:tcPr>
            <w:tcW w:w="1934" w:type="dxa"/>
          </w:tcPr>
          <w:p w:rsidR="0089225B" w:rsidRDefault="0089225B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Балансовая стоимость имущества по состоянию на </w:t>
            </w:r>
          </w:p>
          <w:p w:rsidR="0089225B" w:rsidRDefault="0089225B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1 июля </w:t>
            </w:r>
          </w:p>
          <w:p w:rsidR="0089225B" w:rsidRDefault="0089225B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2006 года </w:t>
            </w:r>
          </w:p>
          <w:p w:rsidR="0089225B" w:rsidRPr="00E45F70" w:rsidRDefault="0089225B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(тыс. ру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б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лей)</w:t>
            </w:r>
          </w:p>
        </w:tc>
        <w:tc>
          <w:tcPr>
            <w:tcW w:w="1486" w:type="dxa"/>
          </w:tcPr>
          <w:p w:rsidR="0089225B" w:rsidRPr="00E45F70" w:rsidRDefault="0089225B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Назнач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ние (сп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циализ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ция)</w:t>
            </w:r>
          </w:p>
          <w:p w:rsidR="0089225B" w:rsidRPr="00E45F70" w:rsidRDefault="0089225B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имущества</w:t>
            </w:r>
          </w:p>
        </w:tc>
        <w:tc>
          <w:tcPr>
            <w:tcW w:w="2644" w:type="dxa"/>
          </w:tcPr>
          <w:p w:rsidR="0089225B" w:rsidRPr="00E45F70" w:rsidRDefault="0089225B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Индивидуализиру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ю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щие характеристики имущества (инве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тарный номер, кад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стровый номер, пл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щадь, протяже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ность, идентифик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ционный номер)</w:t>
            </w:r>
          </w:p>
        </w:tc>
        <w:tc>
          <w:tcPr>
            <w:tcW w:w="2880" w:type="dxa"/>
          </w:tcPr>
          <w:p w:rsidR="0089225B" w:rsidRPr="00E45F70" w:rsidRDefault="0089225B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Основания возникн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вения права муниципал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ь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ной со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б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ственности у Еманжелинского м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ниципального ра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й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она </w:t>
            </w:r>
          </w:p>
        </w:tc>
      </w:tr>
      <w:tr w:rsidR="0089225B" w:rsidRPr="00E45F70" w:rsidTr="002C757E">
        <w:trPr>
          <w:trHeight w:val="1666"/>
        </w:trPr>
        <w:tc>
          <w:tcPr>
            <w:tcW w:w="1080" w:type="dxa"/>
          </w:tcPr>
          <w:p w:rsidR="0089225B" w:rsidRPr="00E45F70" w:rsidRDefault="0089225B" w:rsidP="00A43956">
            <w:pPr>
              <w:spacing w:after="0" w:line="240" w:lineRule="auto"/>
              <w:rPr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«570</w:t>
            </w:r>
            <w:r w:rsidRPr="00E45F70">
              <w:rPr>
                <w:rFonts w:ascii="Times New Roman" w:hAnsi="Times New Roman"/>
                <w:sz w:val="26"/>
                <w:szCs w:val="26"/>
                <w:vertAlign w:val="superscript"/>
              </w:rPr>
              <w:t>30</w:t>
            </w:r>
          </w:p>
        </w:tc>
        <w:tc>
          <w:tcPr>
            <w:tcW w:w="2116" w:type="dxa"/>
          </w:tcPr>
          <w:p w:rsidR="0089225B" w:rsidRPr="00E45F70" w:rsidRDefault="0089225B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Комната</w:t>
            </w:r>
          </w:p>
        </w:tc>
        <w:tc>
          <w:tcPr>
            <w:tcW w:w="2980" w:type="dxa"/>
          </w:tcPr>
          <w:p w:rsidR="0089225B" w:rsidRPr="002C757E" w:rsidRDefault="0089225B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город Еманжелинск, п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реулок Заводской, 2, квартира 10, комн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та 2</w:t>
            </w:r>
          </w:p>
        </w:tc>
        <w:tc>
          <w:tcPr>
            <w:tcW w:w="1934" w:type="dxa"/>
          </w:tcPr>
          <w:p w:rsidR="0089225B" w:rsidRPr="00E45F70" w:rsidRDefault="0089225B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6" w:type="dxa"/>
          </w:tcPr>
          <w:p w:rsidR="0089225B" w:rsidRPr="00E45F70" w:rsidRDefault="0089225B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жилищный фонд</w:t>
            </w:r>
          </w:p>
        </w:tc>
        <w:tc>
          <w:tcPr>
            <w:tcW w:w="2644" w:type="dxa"/>
          </w:tcPr>
          <w:p w:rsidR="0089225B" w:rsidRPr="00E45F70" w:rsidRDefault="0089225B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20,5 кв. м,</w:t>
            </w:r>
          </w:p>
          <w:p w:rsidR="0089225B" w:rsidRPr="00E45F70" w:rsidRDefault="0089225B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74:28:0104003:382</w:t>
            </w:r>
          </w:p>
        </w:tc>
        <w:tc>
          <w:tcPr>
            <w:tcW w:w="2880" w:type="dxa"/>
          </w:tcPr>
          <w:p w:rsidR="0089225B" w:rsidRPr="00E45F70" w:rsidRDefault="0089225B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свидетельство о гос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дарственной регистр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ции права от 21 октя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б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ря 2015 года </w:t>
            </w:r>
          </w:p>
          <w:p w:rsidR="0089225B" w:rsidRPr="00E45F70" w:rsidRDefault="0089225B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серия 74 01 № </w:t>
            </w:r>
            <w:r>
              <w:rPr>
                <w:rFonts w:ascii="Times New Roman" w:hAnsi="Times New Roman"/>
                <w:sz w:val="26"/>
                <w:szCs w:val="26"/>
              </w:rPr>
              <w:t>214094»</w:t>
            </w:r>
          </w:p>
          <w:p w:rsidR="0089225B" w:rsidRPr="00E45F70" w:rsidRDefault="0089225B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</w:tbl>
    <w:p w:rsidR="0089225B" w:rsidRDefault="0089225B"/>
    <w:sectPr w:rsidR="0089225B" w:rsidSect="00570786">
      <w:footerReference w:type="even" r:id="rId6"/>
      <w:footerReference w:type="default" r:id="rId7"/>
      <w:pgSz w:w="16838" w:h="11906" w:orient="landscape"/>
      <w:pgMar w:top="1531" w:right="1134" w:bottom="567" w:left="1134" w:header="709" w:footer="23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25B" w:rsidRDefault="0089225B" w:rsidP="003B716F">
      <w:pPr>
        <w:spacing w:after="0" w:line="240" w:lineRule="auto"/>
      </w:pPr>
      <w:r>
        <w:separator/>
      </w:r>
    </w:p>
  </w:endnote>
  <w:endnote w:type="continuationSeparator" w:id="1">
    <w:p w:rsidR="0089225B" w:rsidRDefault="0089225B" w:rsidP="003B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25B" w:rsidRDefault="0089225B" w:rsidP="00BD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5B" w:rsidRDefault="0089225B" w:rsidP="0016767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25B" w:rsidRDefault="0089225B" w:rsidP="00BD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9225B" w:rsidRDefault="0089225B" w:rsidP="00533044">
    <w:pPr>
      <w:pStyle w:val="Footer"/>
      <w:tabs>
        <w:tab w:val="clear" w:pos="4677"/>
        <w:tab w:val="clear" w:pos="9355"/>
        <w:tab w:val="left" w:pos="8752"/>
        <w:tab w:val="left" w:pos="1316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25B" w:rsidRDefault="0089225B" w:rsidP="003B716F">
      <w:pPr>
        <w:spacing w:after="0" w:line="240" w:lineRule="auto"/>
      </w:pPr>
      <w:r>
        <w:separator/>
      </w:r>
    </w:p>
  </w:footnote>
  <w:footnote w:type="continuationSeparator" w:id="1">
    <w:p w:rsidR="0089225B" w:rsidRDefault="0089225B" w:rsidP="003B7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FA4"/>
    <w:rsid w:val="000010C2"/>
    <w:rsid w:val="00011376"/>
    <w:rsid w:val="000122F9"/>
    <w:rsid w:val="000324D8"/>
    <w:rsid w:val="0003340D"/>
    <w:rsid w:val="0004501B"/>
    <w:rsid w:val="00050B42"/>
    <w:rsid w:val="00051708"/>
    <w:rsid w:val="00051B9B"/>
    <w:rsid w:val="00057B9C"/>
    <w:rsid w:val="000A01A2"/>
    <w:rsid w:val="000B1BAC"/>
    <w:rsid w:val="000E0F7A"/>
    <w:rsid w:val="000E72D2"/>
    <w:rsid w:val="000F01FA"/>
    <w:rsid w:val="00150B15"/>
    <w:rsid w:val="0015723B"/>
    <w:rsid w:val="00167678"/>
    <w:rsid w:val="00187C5E"/>
    <w:rsid w:val="00193B9B"/>
    <w:rsid w:val="001A69B8"/>
    <w:rsid w:val="001E0D70"/>
    <w:rsid w:val="001E28D9"/>
    <w:rsid w:val="001E3C33"/>
    <w:rsid w:val="001F304C"/>
    <w:rsid w:val="00213A80"/>
    <w:rsid w:val="00222A43"/>
    <w:rsid w:val="00242698"/>
    <w:rsid w:val="002474E0"/>
    <w:rsid w:val="002654F7"/>
    <w:rsid w:val="00272CC9"/>
    <w:rsid w:val="002A57B3"/>
    <w:rsid w:val="002B73B0"/>
    <w:rsid w:val="002C757E"/>
    <w:rsid w:val="002C7917"/>
    <w:rsid w:val="003049B5"/>
    <w:rsid w:val="00306129"/>
    <w:rsid w:val="003143CB"/>
    <w:rsid w:val="00330B88"/>
    <w:rsid w:val="00333950"/>
    <w:rsid w:val="00346AD8"/>
    <w:rsid w:val="0036567A"/>
    <w:rsid w:val="003839F4"/>
    <w:rsid w:val="00385373"/>
    <w:rsid w:val="0039714D"/>
    <w:rsid w:val="003A2484"/>
    <w:rsid w:val="003A3A3C"/>
    <w:rsid w:val="003B716F"/>
    <w:rsid w:val="003B79DE"/>
    <w:rsid w:val="003C4533"/>
    <w:rsid w:val="003D5F3C"/>
    <w:rsid w:val="00410228"/>
    <w:rsid w:val="00451643"/>
    <w:rsid w:val="0048439F"/>
    <w:rsid w:val="004A2149"/>
    <w:rsid w:val="00532E84"/>
    <w:rsid w:val="00533044"/>
    <w:rsid w:val="0054460D"/>
    <w:rsid w:val="00545F6E"/>
    <w:rsid w:val="00546D9B"/>
    <w:rsid w:val="00570786"/>
    <w:rsid w:val="00596E02"/>
    <w:rsid w:val="005C353F"/>
    <w:rsid w:val="005C540C"/>
    <w:rsid w:val="005C713C"/>
    <w:rsid w:val="005F1CDA"/>
    <w:rsid w:val="0060600A"/>
    <w:rsid w:val="006670A3"/>
    <w:rsid w:val="00667EBE"/>
    <w:rsid w:val="006C4196"/>
    <w:rsid w:val="006C64BA"/>
    <w:rsid w:val="006C7467"/>
    <w:rsid w:val="006D0517"/>
    <w:rsid w:val="006E0687"/>
    <w:rsid w:val="006E2BC9"/>
    <w:rsid w:val="007277FF"/>
    <w:rsid w:val="0074662A"/>
    <w:rsid w:val="00747550"/>
    <w:rsid w:val="00767E53"/>
    <w:rsid w:val="00791B62"/>
    <w:rsid w:val="0079488D"/>
    <w:rsid w:val="007B2701"/>
    <w:rsid w:val="007E1FA4"/>
    <w:rsid w:val="007F4D8B"/>
    <w:rsid w:val="00805B51"/>
    <w:rsid w:val="00806DF0"/>
    <w:rsid w:val="00842467"/>
    <w:rsid w:val="00850D43"/>
    <w:rsid w:val="008716B1"/>
    <w:rsid w:val="0089225B"/>
    <w:rsid w:val="008C3386"/>
    <w:rsid w:val="008C40EF"/>
    <w:rsid w:val="009000C1"/>
    <w:rsid w:val="00945BA4"/>
    <w:rsid w:val="009640BD"/>
    <w:rsid w:val="009926B4"/>
    <w:rsid w:val="009B68DC"/>
    <w:rsid w:val="009F4F6A"/>
    <w:rsid w:val="009F7751"/>
    <w:rsid w:val="00A071F6"/>
    <w:rsid w:val="00A1269C"/>
    <w:rsid w:val="00A33C28"/>
    <w:rsid w:val="00A43956"/>
    <w:rsid w:val="00A711EF"/>
    <w:rsid w:val="00A74ECD"/>
    <w:rsid w:val="00AB0FA7"/>
    <w:rsid w:val="00AF1413"/>
    <w:rsid w:val="00B118F8"/>
    <w:rsid w:val="00B27B33"/>
    <w:rsid w:val="00B41123"/>
    <w:rsid w:val="00B429E1"/>
    <w:rsid w:val="00B63638"/>
    <w:rsid w:val="00B74E41"/>
    <w:rsid w:val="00B858B6"/>
    <w:rsid w:val="00B87EFA"/>
    <w:rsid w:val="00BA2D0F"/>
    <w:rsid w:val="00BD07FF"/>
    <w:rsid w:val="00BD1CED"/>
    <w:rsid w:val="00BE6D37"/>
    <w:rsid w:val="00BF141B"/>
    <w:rsid w:val="00C26FA9"/>
    <w:rsid w:val="00C36676"/>
    <w:rsid w:val="00C56B2F"/>
    <w:rsid w:val="00C57B2C"/>
    <w:rsid w:val="00C7350D"/>
    <w:rsid w:val="00CA5180"/>
    <w:rsid w:val="00CC2759"/>
    <w:rsid w:val="00CC2CF4"/>
    <w:rsid w:val="00D1084C"/>
    <w:rsid w:val="00D55CAB"/>
    <w:rsid w:val="00D85798"/>
    <w:rsid w:val="00D85CDE"/>
    <w:rsid w:val="00D95075"/>
    <w:rsid w:val="00DA3748"/>
    <w:rsid w:val="00DA62D1"/>
    <w:rsid w:val="00DB0083"/>
    <w:rsid w:val="00DB6BFD"/>
    <w:rsid w:val="00DD62CD"/>
    <w:rsid w:val="00DE273F"/>
    <w:rsid w:val="00DE340D"/>
    <w:rsid w:val="00DF5E9B"/>
    <w:rsid w:val="00E312AC"/>
    <w:rsid w:val="00E404EE"/>
    <w:rsid w:val="00E45F70"/>
    <w:rsid w:val="00E55413"/>
    <w:rsid w:val="00E56014"/>
    <w:rsid w:val="00E7340D"/>
    <w:rsid w:val="00E93B13"/>
    <w:rsid w:val="00EC2BD9"/>
    <w:rsid w:val="00ED01DC"/>
    <w:rsid w:val="00ED17D0"/>
    <w:rsid w:val="00EE30F7"/>
    <w:rsid w:val="00F05208"/>
    <w:rsid w:val="00F11418"/>
    <w:rsid w:val="00F12710"/>
    <w:rsid w:val="00F16753"/>
    <w:rsid w:val="00F314EF"/>
    <w:rsid w:val="00F33C61"/>
    <w:rsid w:val="00F46407"/>
    <w:rsid w:val="00F835EC"/>
    <w:rsid w:val="00F97D31"/>
    <w:rsid w:val="00FA1474"/>
    <w:rsid w:val="00FF1085"/>
    <w:rsid w:val="00FF16EA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5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1FA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B716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B716F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30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0612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1676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778</TotalTime>
  <Pages>1</Pages>
  <Words>146</Words>
  <Characters>835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2015-12-10T06:15:00Z</cp:lastPrinted>
  <dcterms:created xsi:type="dcterms:W3CDTF">2011-11-21T04:45:00Z</dcterms:created>
  <dcterms:modified xsi:type="dcterms:W3CDTF">2015-12-10T06:19:00Z</dcterms:modified>
</cp:coreProperties>
</file>