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861" w:rsidRPr="00847E1F" w:rsidRDefault="00ED3861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ED3861" w:rsidRDefault="00ED3861" w:rsidP="000057F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                   </w:t>
      </w:r>
    </w:p>
    <w:p w:rsidR="00ED3861" w:rsidRDefault="00ED3861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ED3861" w:rsidRDefault="00ED3861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</w:t>
      </w:r>
    </w:p>
    <w:p w:rsidR="00ED3861" w:rsidRDefault="00ED3861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ED3861" w:rsidRPr="00847E1F" w:rsidRDefault="00ED3861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ED3861" w:rsidRDefault="00ED3861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D3861" w:rsidRDefault="00ED3861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D3861" w:rsidRDefault="00ED3861" w:rsidP="00F2218A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                                                                                          </w:t>
      </w:r>
    </w:p>
    <w:p w:rsidR="00ED3861" w:rsidRDefault="00ED3861" w:rsidP="00F2218A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D3861" w:rsidRDefault="00ED3861" w:rsidP="00F2218A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D3861" w:rsidRDefault="00ED3861" w:rsidP="00F2218A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D3861" w:rsidRDefault="00ED3861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D3861" w:rsidRPr="00847E1F" w:rsidRDefault="00ED3861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ED3861" w:rsidRPr="00847E1F" w:rsidRDefault="00ED3861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ED3861" w:rsidRPr="00847E1F" w:rsidRDefault="00ED3861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847E1F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ED3861" w:rsidRPr="00847E1F" w:rsidRDefault="00ED3861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847E1F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847E1F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2018 и 2019 годов</w:t>
      </w:r>
      <w:r w:rsidRPr="00847E1F">
        <w:rPr>
          <w:rFonts w:ascii="Times New Roman" w:hAnsi="Times New Roman" w:cs="Times New Roman"/>
          <w:sz w:val="26"/>
          <w:szCs w:val="26"/>
        </w:rPr>
        <w:t>»</w:t>
      </w:r>
    </w:p>
    <w:p w:rsidR="00ED3861" w:rsidRPr="00847E1F" w:rsidRDefault="00ED3861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D3861" w:rsidRPr="00847E1F" w:rsidRDefault="00ED3861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D3861" w:rsidRPr="00847E1F" w:rsidRDefault="00ED3861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847E1F">
        <w:rPr>
          <w:b/>
          <w:sz w:val="26"/>
          <w:szCs w:val="26"/>
        </w:rPr>
        <w:t>Статья 1.</w:t>
      </w:r>
      <w:r w:rsidRPr="00847E1F">
        <w:rPr>
          <w:sz w:val="26"/>
          <w:szCs w:val="26"/>
        </w:rPr>
        <w:tab/>
        <w:t xml:space="preserve">Внести в Закон Челябинской области от </w:t>
      </w:r>
      <w:r>
        <w:rPr>
          <w:sz w:val="26"/>
          <w:szCs w:val="26"/>
        </w:rPr>
        <w:t>23</w:t>
      </w:r>
      <w:r w:rsidRPr="00847E1F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6</w:t>
      </w:r>
      <w:r w:rsidRPr="00847E1F">
        <w:rPr>
          <w:sz w:val="26"/>
          <w:szCs w:val="26"/>
        </w:rPr>
        <w:t xml:space="preserve"> года </w:t>
      </w:r>
      <w:r w:rsidRPr="00847E1F">
        <w:rPr>
          <w:sz w:val="26"/>
          <w:szCs w:val="26"/>
        </w:rPr>
        <w:br/>
        <w:t xml:space="preserve">№ </w:t>
      </w:r>
      <w:r>
        <w:rPr>
          <w:sz w:val="26"/>
          <w:szCs w:val="26"/>
        </w:rPr>
        <w:t>470</w:t>
      </w:r>
      <w:r w:rsidRPr="00847E1F">
        <w:rPr>
          <w:sz w:val="26"/>
          <w:szCs w:val="26"/>
        </w:rPr>
        <w:t>-ЗО «Об областном бюджете на 201</w:t>
      </w:r>
      <w:r>
        <w:rPr>
          <w:sz w:val="26"/>
          <w:szCs w:val="26"/>
        </w:rPr>
        <w:t>7</w:t>
      </w:r>
      <w:r w:rsidRPr="00847E1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2018 и 2019 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дов</w:t>
      </w:r>
      <w:r w:rsidRPr="00847E1F">
        <w:rPr>
          <w:sz w:val="26"/>
          <w:szCs w:val="26"/>
        </w:rPr>
        <w:t>» (Южноуральская панорама, 201</w:t>
      </w:r>
      <w:r>
        <w:rPr>
          <w:sz w:val="26"/>
          <w:szCs w:val="26"/>
        </w:rPr>
        <w:t>6</w:t>
      </w:r>
      <w:r w:rsidRPr="00847E1F">
        <w:rPr>
          <w:sz w:val="26"/>
          <w:szCs w:val="26"/>
        </w:rPr>
        <w:t>, 2</w:t>
      </w:r>
      <w:r>
        <w:rPr>
          <w:sz w:val="26"/>
          <w:szCs w:val="26"/>
        </w:rPr>
        <w:t>4</w:t>
      </w:r>
      <w:r w:rsidRPr="00847E1F">
        <w:rPr>
          <w:sz w:val="26"/>
          <w:szCs w:val="26"/>
        </w:rPr>
        <w:t xml:space="preserve"> декабря) следующие изменения:</w:t>
      </w:r>
    </w:p>
    <w:p w:rsidR="00ED3861" w:rsidRPr="00847E1F" w:rsidRDefault="00ED3861" w:rsidP="00275E2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847E1F">
        <w:rPr>
          <w:sz w:val="26"/>
          <w:szCs w:val="26"/>
        </w:rPr>
        <w:t>1) в статье 1:</w:t>
      </w:r>
    </w:p>
    <w:p w:rsidR="00ED3861" w:rsidRPr="003D43ED" w:rsidRDefault="00ED3861" w:rsidP="00275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D43ED">
        <w:rPr>
          <w:sz w:val="26"/>
          <w:szCs w:val="26"/>
        </w:rPr>
        <w:t>в пункте 1 цифры «</w:t>
      </w:r>
      <w:r w:rsidRPr="003D43ED">
        <w:rPr>
          <w:spacing w:val="-4"/>
          <w:sz w:val="26"/>
          <w:szCs w:val="26"/>
        </w:rPr>
        <w:t>123 472 486,8</w:t>
      </w:r>
      <w:r w:rsidRPr="003D43ED">
        <w:rPr>
          <w:sz w:val="26"/>
          <w:szCs w:val="26"/>
        </w:rPr>
        <w:t>» заменить цифрами «</w:t>
      </w:r>
      <w:r w:rsidRPr="003D43ED">
        <w:rPr>
          <w:spacing w:val="-4"/>
          <w:sz w:val="26"/>
          <w:szCs w:val="26"/>
        </w:rPr>
        <w:t>123 491 6</w:t>
      </w:r>
      <w:r>
        <w:rPr>
          <w:spacing w:val="-4"/>
          <w:sz w:val="26"/>
          <w:szCs w:val="26"/>
        </w:rPr>
        <w:t>4</w:t>
      </w:r>
      <w:r w:rsidRPr="003D43ED">
        <w:rPr>
          <w:spacing w:val="-4"/>
          <w:sz w:val="26"/>
          <w:szCs w:val="26"/>
        </w:rPr>
        <w:t>3,34</w:t>
      </w:r>
      <w:r w:rsidRPr="003D43ED">
        <w:rPr>
          <w:sz w:val="26"/>
          <w:szCs w:val="26"/>
        </w:rPr>
        <w:t>», цифры «</w:t>
      </w:r>
      <w:r>
        <w:rPr>
          <w:spacing w:val="-4"/>
          <w:sz w:val="26"/>
          <w:szCs w:val="26"/>
        </w:rPr>
        <w:t>22 127 779,4</w:t>
      </w:r>
      <w:r w:rsidRPr="003D43ED">
        <w:rPr>
          <w:sz w:val="26"/>
          <w:szCs w:val="26"/>
        </w:rPr>
        <w:t>» заменить цифрами «</w:t>
      </w:r>
      <w:r>
        <w:rPr>
          <w:spacing w:val="-4"/>
          <w:sz w:val="26"/>
          <w:szCs w:val="26"/>
        </w:rPr>
        <w:t>22</w:t>
      </w:r>
      <w:r w:rsidRPr="003D43ED">
        <w:rPr>
          <w:spacing w:val="-4"/>
          <w:sz w:val="26"/>
          <w:szCs w:val="26"/>
        </w:rPr>
        <w:t> </w:t>
      </w:r>
      <w:r>
        <w:rPr>
          <w:spacing w:val="-4"/>
          <w:sz w:val="26"/>
          <w:szCs w:val="26"/>
        </w:rPr>
        <w:t>146</w:t>
      </w:r>
      <w:r w:rsidRPr="003D43ED">
        <w:rPr>
          <w:spacing w:val="-4"/>
          <w:sz w:val="26"/>
          <w:szCs w:val="26"/>
        </w:rPr>
        <w:t> </w:t>
      </w:r>
      <w:r>
        <w:rPr>
          <w:spacing w:val="-4"/>
          <w:sz w:val="26"/>
          <w:szCs w:val="26"/>
        </w:rPr>
        <w:t>935</w:t>
      </w:r>
      <w:r w:rsidRPr="003D43ED">
        <w:rPr>
          <w:spacing w:val="-4"/>
          <w:sz w:val="26"/>
          <w:szCs w:val="26"/>
        </w:rPr>
        <w:t>,94</w:t>
      </w:r>
      <w:r w:rsidRPr="003D43ED">
        <w:rPr>
          <w:sz w:val="26"/>
          <w:szCs w:val="26"/>
        </w:rPr>
        <w:t>»;</w:t>
      </w:r>
    </w:p>
    <w:p w:rsidR="00ED3861" w:rsidRDefault="00ED3861" w:rsidP="00275E2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D43ED">
        <w:rPr>
          <w:sz w:val="26"/>
          <w:szCs w:val="26"/>
        </w:rPr>
        <w:t>в пункте 2 цифры «</w:t>
      </w:r>
      <w:r w:rsidRPr="003D43ED">
        <w:rPr>
          <w:spacing w:val="-4"/>
          <w:sz w:val="26"/>
          <w:szCs w:val="26"/>
        </w:rPr>
        <w:t>133 472 987,2</w:t>
      </w:r>
      <w:r w:rsidRPr="003D43ED">
        <w:rPr>
          <w:sz w:val="26"/>
          <w:szCs w:val="26"/>
        </w:rPr>
        <w:t>» заменить цифрами «</w:t>
      </w:r>
      <w:r w:rsidRPr="003D43ED">
        <w:rPr>
          <w:spacing w:val="-4"/>
          <w:sz w:val="26"/>
          <w:szCs w:val="26"/>
        </w:rPr>
        <w:t>133 492 143,74</w:t>
      </w:r>
      <w:r w:rsidRPr="003D43ED">
        <w:rPr>
          <w:sz w:val="26"/>
          <w:szCs w:val="26"/>
        </w:rPr>
        <w:t>»;</w:t>
      </w:r>
    </w:p>
    <w:p w:rsidR="00ED3861" w:rsidRPr="00847E1F" w:rsidRDefault="00ED3861" w:rsidP="00AF69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847E1F">
        <w:rPr>
          <w:sz w:val="26"/>
          <w:szCs w:val="26"/>
        </w:rPr>
        <w:t>) в</w:t>
      </w:r>
      <w:r>
        <w:rPr>
          <w:sz w:val="26"/>
          <w:szCs w:val="26"/>
        </w:rPr>
        <w:t xml:space="preserve"> части 1 статьи</w:t>
      </w:r>
      <w:r w:rsidRPr="00847E1F">
        <w:rPr>
          <w:sz w:val="26"/>
          <w:szCs w:val="26"/>
        </w:rPr>
        <w:t xml:space="preserve"> 1</w:t>
      </w:r>
      <w:r>
        <w:rPr>
          <w:sz w:val="26"/>
          <w:szCs w:val="26"/>
        </w:rPr>
        <w:t>4</w:t>
      </w:r>
      <w:r w:rsidRPr="00847E1F">
        <w:rPr>
          <w:sz w:val="26"/>
          <w:szCs w:val="26"/>
        </w:rPr>
        <w:t>:</w:t>
      </w:r>
    </w:p>
    <w:p w:rsidR="00ED3861" w:rsidRPr="00F65AF6" w:rsidRDefault="00ED3861" w:rsidP="00AF696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F65AF6">
        <w:rPr>
          <w:sz w:val="26"/>
          <w:szCs w:val="26"/>
        </w:rPr>
        <w:t>в абзаце первом цифры «67 523 388,4» заменить цифрами «</w:t>
      </w:r>
      <w:r w:rsidRPr="00F65AF6">
        <w:rPr>
          <w:spacing w:val="-4"/>
          <w:sz w:val="26"/>
          <w:szCs w:val="26"/>
        </w:rPr>
        <w:t>67 900 844,94</w:t>
      </w:r>
      <w:r w:rsidRPr="00F65AF6">
        <w:rPr>
          <w:sz w:val="26"/>
          <w:szCs w:val="26"/>
        </w:rPr>
        <w:t>»</w:t>
      </w:r>
      <w:r w:rsidRPr="00F65AF6">
        <w:rPr>
          <w:bCs/>
          <w:sz w:val="26"/>
          <w:szCs w:val="26"/>
        </w:rPr>
        <w:t>;</w:t>
      </w:r>
    </w:p>
    <w:p w:rsidR="00ED3861" w:rsidRDefault="00ED3861" w:rsidP="007C349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F65AF6">
        <w:rPr>
          <w:sz w:val="26"/>
          <w:szCs w:val="26"/>
        </w:rPr>
        <w:t>в пункте 1 цифры «67 155 118,7» заменить цифрами «</w:t>
      </w:r>
      <w:r w:rsidRPr="00F65AF6">
        <w:rPr>
          <w:spacing w:val="-4"/>
          <w:sz w:val="26"/>
          <w:szCs w:val="26"/>
        </w:rPr>
        <w:t>67 532 575,24</w:t>
      </w:r>
      <w:r w:rsidRPr="00F65AF6">
        <w:rPr>
          <w:sz w:val="26"/>
          <w:szCs w:val="26"/>
        </w:rPr>
        <w:t>»</w:t>
      </w:r>
      <w:r w:rsidRPr="00F65AF6">
        <w:rPr>
          <w:bCs/>
          <w:sz w:val="26"/>
          <w:szCs w:val="26"/>
        </w:rPr>
        <w:t>;</w:t>
      </w:r>
    </w:p>
    <w:p w:rsidR="00ED3861" w:rsidRPr="00C46F35" w:rsidRDefault="00ED3861" w:rsidP="008620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C46F35">
        <w:rPr>
          <w:sz w:val="26"/>
          <w:szCs w:val="26"/>
        </w:rPr>
        <w:t>) в приложении 5:</w:t>
      </w:r>
    </w:p>
    <w:p w:rsidR="00ED3861" w:rsidRDefault="00ED3861" w:rsidP="008620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46F3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26"/>
        <w:gridCol w:w="1843"/>
        <w:gridCol w:w="709"/>
        <w:gridCol w:w="567"/>
        <w:gridCol w:w="567"/>
        <w:gridCol w:w="1842"/>
      </w:tblGrid>
      <w:tr w:rsidR="00ED3861" w:rsidRPr="00C46F35" w:rsidTr="00C46F35">
        <w:trPr>
          <w:trHeight w:val="20"/>
        </w:trPr>
        <w:tc>
          <w:tcPr>
            <w:tcW w:w="4126" w:type="dxa"/>
            <w:vAlign w:val="center"/>
          </w:tcPr>
          <w:p w:rsidR="00ED3861" w:rsidRPr="00C46F35" w:rsidRDefault="00ED3861" w:rsidP="00C46F35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C46F35">
              <w:rPr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vAlign w:val="bottom"/>
          </w:tcPr>
          <w:p w:rsidR="00ED3861" w:rsidRPr="00C46F35" w:rsidRDefault="00ED3861" w:rsidP="00C46F35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Align w:val="bottom"/>
          </w:tcPr>
          <w:p w:rsidR="00ED3861" w:rsidRPr="00C46F35" w:rsidRDefault="00ED3861" w:rsidP="00C46F3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D3861" w:rsidRPr="00C46F35" w:rsidRDefault="00ED3861" w:rsidP="00C46F3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D3861" w:rsidRPr="00C46F35" w:rsidRDefault="00ED3861" w:rsidP="00C46F3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Align w:val="bottom"/>
          </w:tcPr>
          <w:p w:rsidR="00ED3861" w:rsidRPr="00C46F35" w:rsidRDefault="00ED3861" w:rsidP="00C46F35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C46F35">
              <w:rPr>
                <w:bCs/>
                <w:color w:val="000000"/>
                <w:sz w:val="26"/>
                <w:szCs w:val="26"/>
              </w:rPr>
              <w:t>133 472 987,2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862074" w:rsidRDefault="00ED3861" w:rsidP="008620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62074">
        <w:rPr>
          <w:sz w:val="26"/>
          <w:szCs w:val="26"/>
        </w:rPr>
        <w:t>цифры «</w:t>
      </w:r>
      <w:r w:rsidRPr="00862074">
        <w:rPr>
          <w:bCs/>
          <w:color w:val="000000"/>
          <w:sz w:val="26"/>
          <w:szCs w:val="26"/>
        </w:rPr>
        <w:t>133 472 987,2</w:t>
      </w:r>
      <w:r w:rsidRPr="00862074">
        <w:rPr>
          <w:sz w:val="26"/>
          <w:szCs w:val="26"/>
        </w:rPr>
        <w:t>» заменить цифрами «</w:t>
      </w:r>
      <w:r w:rsidRPr="00BE68EF">
        <w:rPr>
          <w:bCs/>
          <w:color w:val="000000"/>
          <w:sz w:val="26"/>
          <w:szCs w:val="26"/>
        </w:rPr>
        <w:t>133 492 143,74</w:t>
      </w:r>
      <w:r w:rsidRPr="00862074">
        <w:rPr>
          <w:sz w:val="26"/>
          <w:szCs w:val="26"/>
        </w:rPr>
        <w:t>»;</w:t>
      </w:r>
    </w:p>
    <w:p w:rsidR="00ED3861" w:rsidRDefault="00ED3861" w:rsidP="008620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46F3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26"/>
        <w:gridCol w:w="1843"/>
        <w:gridCol w:w="709"/>
        <w:gridCol w:w="567"/>
        <w:gridCol w:w="567"/>
        <w:gridCol w:w="1842"/>
      </w:tblGrid>
      <w:tr w:rsidR="00ED3861" w:rsidRPr="00862074" w:rsidTr="00862074">
        <w:trPr>
          <w:trHeight w:val="20"/>
        </w:trPr>
        <w:tc>
          <w:tcPr>
            <w:tcW w:w="4126" w:type="dxa"/>
            <w:vAlign w:val="center"/>
          </w:tcPr>
          <w:p w:rsidR="00ED3861" w:rsidRPr="00862074" w:rsidRDefault="00ED3861" w:rsidP="00862074">
            <w:pPr>
              <w:jc w:val="both"/>
              <w:rPr>
                <w:bCs/>
                <w:color w:val="000000"/>
                <w:spacing w:val="6"/>
                <w:sz w:val="25"/>
                <w:szCs w:val="25"/>
              </w:rPr>
            </w:pPr>
            <w:r>
              <w:rPr>
                <w:bCs/>
                <w:color w:val="000000"/>
                <w:spacing w:val="6"/>
                <w:sz w:val="25"/>
                <w:szCs w:val="25"/>
              </w:rPr>
              <w:t>«</w:t>
            </w:r>
            <w:r w:rsidRPr="00862074">
              <w:rPr>
                <w:bCs/>
                <w:color w:val="000000"/>
                <w:spacing w:val="6"/>
                <w:sz w:val="25"/>
                <w:szCs w:val="25"/>
              </w:rPr>
              <w:t>Государственная программа Ч</w:t>
            </w:r>
            <w:r w:rsidRPr="00862074">
              <w:rPr>
                <w:bCs/>
                <w:color w:val="000000"/>
                <w:spacing w:val="6"/>
                <w:sz w:val="25"/>
                <w:szCs w:val="25"/>
              </w:rPr>
              <w:t>е</w:t>
            </w:r>
            <w:r w:rsidRPr="00862074">
              <w:rPr>
                <w:bCs/>
                <w:color w:val="000000"/>
                <w:spacing w:val="6"/>
                <w:sz w:val="25"/>
                <w:szCs w:val="25"/>
              </w:rPr>
              <w:t>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1843" w:type="dxa"/>
            <w:vAlign w:val="bottom"/>
          </w:tcPr>
          <w:p w:rsidR="00ED3861" w:rsidRPr="00862074" w:rsidRDefault="00ED3861" w:rsidP="00862074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862074">
              <w:rPr>
                <w:b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09" w:type="dxa"/>
            <w:vAlign w:val="bottom"/>
          </w:tcPr>
          <w:p w:rsidR="00ED3861" w:rsidRPr="00862074" w:rsidRDefault="00ED3861" w:rsidP="00862074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D3861" w:rsidRPr="00862074" w:rsidRDefault="00ED3861" w:rsidP="00862074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D3861" w:rsidRPr="00862074" w:rsidRDefault="00ED3861" w:rsidP="00862074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Align w:val="bottom"/>
          </w:tcPr>
          <w:p w:rsidR="00ED3861" w:rsidRPr="00862074" w:rsidRDefault="00ED3861" w:rsidP="00862074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862074">
              <w:rPr>
                <w:bCs/>
                <w:color w:val="000000"/>
                <w:sz w:val="26"/>
                <w:szCs w:val="26"/>
              </w:rPr>
              <w:t>1 831 201,2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862074" w:rsidRDefault="00ED3861" w:rsidP="008620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62074">
        <w:rPr>
          <w:sz w:val="26"/>
          <w:szCs w:val="26"/>
        </w:rPr>
        <w:t>цифры «</w:t>
      </w:r>
      <w:r w:rsidRPr="00862074">
        <w:rPr>
          <w:bCs/>
          <w:color w:val="000000"/>
          <w:sz w:val="26"/>
          <w:szCs w:val="26"/>
        </w:rPr>
        <w:t>1 831 201,2</w:t>
      </w:r>
      <w:r w:rsidRPr="00862074">
        <w:rPr>
          <w:sz w:val="26"/>
          <w:szCs w:val="26"/>
        </w:rPr>
        <w:t>» заменить цифрами «</w:t>
      </w:r>
      <w:r w:rsidRPr="00BE68EF">
        <w:rPr>
          <w:bCs/>
          <w:sz w:val="26"/>
          <w:szCs w:val="26"/>
        </w:rPr>
        <w:t>2 208 657,74</w:t>
      </w:r>
      <w:r w:rsidRPr="00862074">
        <w:rPr>
          <w:sz w:val="26"/>
          <w:szCs w:val="26"/>
        </w:rPr>
        <w:t>»;</w:t>
      </w:r>
    </w:p>
    <w:p w:rsidR="00ED3861" w:rsidRDefault="00ED3861" w:rsidP="008620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в строк</w:t>
      </w:r>
      <w:r>
        <w:rPr>
          <w:sz w:val="26"/>
          <w:szCs w:val="26"/>
        </w:rPr>
        <w:t>ах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/>
      </w:tblPr>
      <w:tblGrid>
        <w:gridCol w:w="4126"/>
        <w:gridCol w:w="1843"/>
        <w:gridCol w:w="709"/>
        <w:gridCol w:w="567"/>
        <w:gridCol w:w="567"/>
        <w:gridCol w:w="1842"/>
      </w:tblGrid>
      <w:tr w:rsidR="00ED3861" w:rsidRPr="00FF2246" w:rsidTr="00862074">
        <w:trPr>
          <w:trHeight w:val="20"/>
        </w:trPr>
        <w:tc>
          <w:tcPr>
            <w:tcW w:w="4126" w:type="dxa"/>
            <w:tcBorders>
              <w:top w:val="single" w:sz="4" w:space="0" w:color="auto"/>
            </w:tcBorders>
            <w:vAlign w:val="center"/>
          </w:tcPr>
          <w:p w:rsidR="00ED3861" w:rsidRPr="00FF2246" w:rsidRDefault="00ED3861" w:rsidP="0086207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FF2246">
              <w:rPr>
                <w:color w:val="000000"/>
                <w:sz w:val="26"/>
                <w:szCs w:val="26"/>
              </w:rPr>
              <w:t>Подпрограмма «Благоустройство населенных пунктов Челябинской области»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ED3861" w:rsidRPr="00FF2246" w:rsidRDefault="00ED3861" w:rsidP="008620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14 7 00 00000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ED3861" w:rsidRPr="00FF2246" w:rsidRDefault="00ED3861" w:rsidP="0086207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ED3861" w:rsidRPr="00FF2246" w:rsidRDefault="00ED3861" w:rsidP="0086207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ED3861" w:rsidRPr="00FF2246" w:rsidRDefault="00ED3861" w:rsidP="0086207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ED3861" w:rsidRPr="00FF2246" w:rsidRDefault="00ED3861" w:rsidP="00862074">
            <w:pPr>
              <w:jc w:val="right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813 925,6</w:t>
            </w:r>
          </w:p>
        </w:tc>
      </w:tr>
      <w:tr w:rsidR="00ED3861" w:rsidRPr="00FF2246" w:rsidTr="00862074">
        <w:trPr>
          <w:trHeight w:val="20"/>
        </w:trPr>
        <w:tc>
          <w:tcPr>
            <w:tcW w:w="4126" w:type="dxa"/>
            <w:tcBorders>
              <w:bottom w:val="single" w:sz="4" w:space="0" w:color="auto"/>
            </w:tcBorders>
            <w:vAlign w:val="center"/>
          </w:tcPr>
          <w:p w:rsidR="00ED3861" w:rsidRPr="00FF2246" w:rsidRDefault="00ED3861" w:rsidP="00862074">
            <w:pPr>
              <w:jc w:val="both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Субсидии местным бюджетам для софинансирования расходных об</w:t>
            </w:r>
            <w:r w:rsidRPr="00FF2246">
              <w:rPr>
                <w:color w:val="000000"/>
                <w:sz w:val="26"/>
                <w:szCs w:val="26"/>
              </w:rPr>
              <w:t>я</w:t>
            </w:r>
            <w:r w:rsidRPr="00FF2246">
              <w:rPr>
                <w:color w:val="000000"/>
                <w:sz w:val="26"/>
                <w:szCs w:val="26"/>
              </w:rPr>
              <w:t>зательств</w:t>
            </w:r>
            <w:r>
              <w:rPr>
                <w:color w:val="000000"/>
                <w:sz w:val="26"/>
                <w:szCs w:val="26"/>
              </w:rPr>
              <w:t>,</w:t>
            </w:r>
            <w:r w:rsidRPr="00FF2246">
              <w:rPr>
                <w:color w:val="000000"/>
                <w:sz w:val="26"/>
                <w:szCs w:val="26"/>
              </w:rPr>
              <w:t xml:space="preserve"> возникающих при в</w:t>
            </w:r>
            <w:r w:rsidRPr="00FF2246">
              <w:rPr>
                <w:color w:val="000000"/>
                <w:sz w:val="26"/>
                <w:szCs w:val="26"/>
              </w:rPr>
              <w:t>ы</w:t>
            </w:r>
            <w:r w:rsidRPr="00FF2246">
              <w:rPr>
                <w:color w:val="000000"/>
                <w:sz w:val="26"/>
                <w:szCs w:val="26"/>
              </w:rPr>
              <w:t>полнении полномочий органов м</w:t>
            </w:r>
            <w:r w:rsidRPr="00FF2246">
              <w:rPr>
                <w:color w:val="000000"/>
                <w:sz w:val="26"/>
                <w:szCs w:val="26"/>
              </w:rPr>
              <w:t>е</w:t>
            </w:r>
            <w:r w:rsidRPr="00FF2246">
              <w:rPr>
                <w:color w:val="000000"/>
                <w:sz w:val="26"/>
                <w:szCs w:val="26"/>
              </w:rPr>
              <w:t>стного самоуправления по вопр</w:t>
            </w:r>
            <w:r w:rsidRPr="00FF2246">
              <w:rPr>
                <w:color w:val="000000"/>
                <w:sz w:val="26"/>
                <w:szCs w:val="26"/>
              </w:rPr>
              <w:t>о</w:t>
            </w:r>
            <w:r w:rsidRPr="00FF2246">
              <w:rPr>
                <w:color w:val="000000"/>
                <w:sz w:val="26"/>
                <w:szCs w:val="26"/>
              </w:rPr>
              <w:t>сам местного значения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D3861" w:rsidRDefault="00ED3861" w:rsidP="008620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620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620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620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620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FF2246" w:rsidRDefault="00ED3861" w:rsidP="008620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14 7 01 00000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D3861" w:rsidRPr="00FF2246" w:rsidRDefault="00ED3861" w:rsidP="0086207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ED3861" w:rsidRPr="00FF2246" w:rsidRDefault="00ED3861" w:rsidP="0086207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ED3861" w:rsidRPr="00FF2246" w:rsidRDefault="00ED3861" w:rsidP="0086207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ED3861" w:rsidRDefault="00ED3861" w:rsidP="0086207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86207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86207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86207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86207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3861" w:rsidRPr="00FF2246" w:rsidRDefault="00ED3861" w:rsidP="00862074">
            <w:pPr>
              <w:jc w:val="right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813 925,6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862074" w:rsidRDefault="00ED3861" w:rsidP="008620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62074">
        <w:rPr>
          <w:sz w:val="26"/>
          <w:szCs w:val="26"/>
        </w:rPr>
        <w:t>цифры «</w:t>
      </w:r>
      <w:r w:rsidRPr="00FF2246">
        <w:rPr>
          <w:color w:val="000000"/>
          <w:sz w:val="26"/>
          <w:szCs w:val="26"/>
        </w:rPr>
        <w:t>813 925,6</w:t>
      </w:r>
      <w:r w:rsidRPr="00862074">
        <w:rPr>
          <w:sz w:val="26"/>
          <w:szCs w:val="26"/>
        </w:rPr>
        <w:t>» заменить цифрами «</w:t>
      </w:r>
      <w:r w:rsidRPr="00BE68EF">
        <w:rPr>
          <w:sz w:val="26"/>
          <w:szCs w:val="26"/>
        </w:rPr>
        <w:t>1 191 382,14</w:t>
      </w:r>
      <w:r w:rsidRPr="00862074">
        <w:rPr>
          <w:sz w:val="26"/>
          <w:szCs w:val="26"/>
        </w:rPr>
        <w:t>»;</w:t>
      </w:r>
    </w:p>
    <w:p w:rsidR="00ED3861" w:rsidRDefault="00ED3861" w:rsidP="008620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46F3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26"/>
        <w:gridCol w:w="1843"/>
        <w:gridCol w:w="709"/>
        <w:gridCol w:w="567"/>
        <w:gridCol w:w="567"/>
        <w:gridCol w:w="1842"/>
      </w:tblGrid>
      <w:tr w:rsidR="00ED3861" w:rsidRPr="00FF2246" w:rsidTr="00862074">
        <w:trPr>
          <w:trHeight w:val="20"/>
        </w:trPr>
        <w:tc>
          <w:tcPr>
            <w:tcW w:w="4126" w:type="dxa"/>
            <w:vAlign w:val="center"/>
          </w:tcPr>
          <w:p w:rsidR="00ED3861" w:rsidRPr="00FF2246" w:rsidRDefault="00ED3861" w:rsidP="0086207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FF2246">
              <w:rPr>
                <w:color w:val="000000"/>
                <w:sz w:val="26"/>
                <w:szCs w:val="26"/>
              </w:rPr>
              <w:t>Реализация приоритетного пр</w:t>
            </w:r>
            <w:r w:rsidRPr="00FF2246">
              <w:rPr>
                <w:color w:val="000000"/>
                <w:sz w:val="26"/>
                <w:szCs w:val="26"/>
              </w:rPr>
              <w:t>о</w:t>
            </w:r>
            <w:r w:rsidRPr="00FF2246">
              <w:rPr>
                <w:color w:val="000000"/>
                <w:sz w:val="26"/>
                <w:szCs w:val="26"/>
              </w:rPr>
              <w:t>екта «Формирование комфортной городской среды» (Межбюдже</w:t>
            </w:r>
            <w:r w:rsidRPr="00FF2246">
              <w:rPr>
                <w:color w:val="000000"/>
                <w:sz w:val="26"/>
                <w:szCs w:val="26"/>
              </w:rPr>
              <w:t>т</w:t>
            </w:r>
            <w:r w:rsidRPr="00FF2246">
              <w:rPr>
                <w:color w:val="000000"/>
                <w:sz w:val="26"/>
                <w:szCs w:val="26"/>
              </w:rPr>
              <w:t>ные трансферты)</w:t>
            </w:r>
          </w:p>
        </w:tc>
        <w:tc>
          <w:tcPr>
            <w:tcW w:w="1843" w:type="dxa"/>
            <w:vAlign w:val="bottom"/>
          </w:tcPr>
          <w:p w:rsidR="00ED3861" w:rsidRPr="00FF2246" w:rsidRDefault="00ED3861" w:rsidP="008620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14 7 01 R5550</w:t>
            </w:r>
          </w:p>
        </w:tc>
        <w:tc>
          <w:tcPr>
            <w:tcW w:w="709" w:type="dxa"/>
            <w:vAlign w:val="bottom"/>
          </w:tcPr>
          <w:p w:rsidR="00ED3861" w:rsidRPr="00FF2246" w:rsidRDefault="00ED3861" w:rsidP="00862074">
            <w:pPr>
              <w:jc w:val="center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vAlign w:val="bottom"/>
          </w:tcPr>
          <w:p w:rsidR="00ED3861" w:rsidRPr="00FF2246" w:rsidRDefault="00ED3861" w:rsidP="00862074">
            <w:pPr>
              <w:jc w:val="center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vAlign w:val="bottom"/>
          </w:tcPr>
          <w:p w:rsidR="00ED3861" w:rsidRPr="00FF2246" w:rsidRDefault="00ED3861" w:rsidP="00862074">
            <w:pPr>
              <w:jc w:val="center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2" w:type="dxa"/>
            <w:vAlign w:val="bottom"/>
          </w:tcPr>
          <w:p w:rsidR="00ED3861" w:rsidRPr="00FF2246" w:rsidRDefault="00ED3861" w:rsidP="00862074">
            <w:pPr>
              <w:jc w:val="right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813 925,6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1E3AE5" w:rsidRDefault="00ED3861" w:rsidP="008620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цифры «</w:t>
      </w:r>
      <w:r w:rsidRPr="00FF2246">
        <w:rPr>
          <w:color w:val="000000"/>
          <w:sz w:val="26"/>
          <w:szCs w:val="26"/>
        </w:rPr>
        <w:t>813 925,6</w:t>
      </w:r>
      <w:r w:rsidRPr="001E3AE5">
        <w:rPr>
          <w:sz w:val="26"/>
          <w:szCs w:val="26"/>
        </w:rPr>
        <w:t>» заменить цифрами «</w:t>
      </w:r>
      <w:r w:rsidRPr="00BE68EF">
        <w:rPr>
          <w:sz w:val="26"/>
          <w:szCs w:val="26"/>
        </w:rPr>
        <w:t>1 163 925,60</w:t>
      </w:r>
      <w:r w:rsidRPr="001E3AE5">
        <w:rPr>
          <w:sz w:val="26"/>
          <w:szCs w:val="26"/>
        </w:rPr>
        <w:t>» и после нее дополнить строк</w:t>
      </w:r>
      <w:r>
        <w:rPr>
          <w:sz w:val="26"/>
          <w:szCs w:val="26"/>
        </w:rPr>
        <w:t>ой</w:t>
      </w:r>
      <w:r w:rsidRPr="001E3AE5">
        <w:rPr>
          <w:sz w:val="26"/>
          <w:szCs w:val="26"/>
        </w:rPr>
        <w:t xml:space="preserve">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0"/>
        <w:gridCol w:w="1920"/>
        <w:gridCol w:w="700"/>
        <w:gridCol w:w="500"/>
        <w:gridCol w:w="500"/>
        <w:gridCol w:w="1894"/>
      </w:tblGrid>
      <w:tr w:rsidR="00ED3861" w:rsidRPr="00BE68EF" w:rsidTr="008B2D8D">
        <w:trPr>
          <w:trHeight w:val="20"/>
        </w:trPr>
        <w:tc>
          <w:tcPr>
            <w:tcW w:w="4140" w:type="dxa"/>
            <w:shd w:val="clear" w:color="000000" w:fill="auto"/>
            <w:vAlign w:val="bottom"/>
          </w:tcPr>
          <w:p w:rsidR="00ED3861" w:rsidRPr="008B2D8D" w:rsidRDefault="00ED3861" w:rsidP="00862074">
            <w:pPr>
              <w:jc w:val="both"/>
              <w:rPr>
                <w:color w:val="000000"/>
                <w:sz w:val="26"/>
                <w:szCs w:val="26"/>
              </w:rPr>
            </w:pPr>
            <w:r w:rsidRPr="008B2D8D">
              <w:rPr>
                <w:color w:val="000000"/>
                <w:sz w:val="26"/>
                <w:szCs w:val="26"/>
              </w:rPr>
              <w:t>«Обустройство мест массового о</w:t>
            </w:r>
            <w:r w:rsidRPr="008B2D8D">
              <w:rPr>
                <w:color w:val="000000"/>
                <w:sz w:val="26"/>
                <w:szCs w:val="26"/>
              </w:rPr>
              <w:t>т</w:t>
            </w:r>
            <w:r w:rsidRPr="008B2D8D">
              <w:rPr>
                <w:color w:val="000000"/>
                <w:sz w:val="26"/>
                <w:szCs w:val="26"/>
              </w:rPr>
              <w:t>дыха населения (городских па</w:t>
            </w:r>
            <w:r w:rsidRPr="008B2D8D">
              <w:rPr>
                <w:color w:val="000000"/>
                <w:sz w:val="26"/>
                <w:szCs w:val="26"/>
              </w:rPr>
              <w:t>р</w:t>
            </w:r>
            <w:r w:rsidRPr="008B2D8D">
              <w:rPr>
                <w:color w:val="000000"/>
                <w:sz w:val="26"/>
                <w:szCs w:val="26"/>
              </w:rPr>
              <w:t>ков) (Межбюджетные трансферты)</w:t>
            </w:r>
          </w:p>
        </w:tc>
        <w:tc>
          <w:tcPr>
            <w:tcW w:w="1920" w:type="dxa"/>
            <w:shd w:val="clear" w:color="000000" w:fill="auto"/>
            <w:vAlign w:val="bottom"/>
          </w:tcPr>
          <w:p w:rsidR="00ED3861" w:rsidRPr="008B2D8D" w:rsidRDefault="00ED3861" w:rsidP="00862074">
            <w:pPr>
              <w:jc w:val="center"/>
              <w:rPr>
                <w:color w:val="000000"/>
                <w:sz w:val="26"/>
                <w:szCs w:val="26"/>
              </w:rPr>
            </w:pPr>
            <w:r w:rsidRPr="008B2D8D">
              <w:rPr>
                <w:color w:val="000000"/>
                <w:sz w:val="26"/>
                <w:szCs w:val="26"/>
              </w:rPr>
              <w:t>14 7 01 R5600</w:t>
            </w:r>
          </w:p>
        </w:tc>
        <w:tc>
          <w:tcPr>
            <w:tcW w:w="700" w:type="dxa"/>
            <w:shd w:val="clear" w:color="000000" w:fill="auto"/>
            <w:vAlign w:val="bottom"/>
          </w:tcPr>
          <w:p w:rsidR="00ED3861" w:rsidRPr="008B2D8D" w:rsidRDefault="00ED3861" w:rsidP="00862074">
            <w:pPr>
              <w:jc w:val="center"/>
              <w:rPr>
                <w:color w:val="000000"/>
                <w:sz w:val="26"/>
                <w:szCs w:val="26"/>
              </w:rPr>
            </w:pPr>
            <w:r w:rsidRPr="008B2D8D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500" w:type="dxa"/>
            <w:shd w:val="clear" w:color="000000" w:fill="auto"/>
            <w:vAlign w:val="bottom"/>
          </w:tcPr>
          <w:p w:rsidR="00ED3861" w:rsidRPr="008B2D8D" w:rsidRDefault="00ED3861" w:rsidP="00862074">
            <w:pPr>
              <w:jc w:val="center"/>
              <w:rPr>
                <w:color w:val="000000"/>
                <w:sz w:val="26"/>
                <w:szCs w:val="26"/>
              </w:rPr>
            </w:pPr>
            <w:r w:rsidRPr="008B2D8D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00" w:type="dxa"/>
            <w:shd w:val="clear" w:color="000000" w:fill="auto"/>
            <w:vAlign w:val="bottom"/>
          </w:tcPr>
          <w:p w:rsidR="00ED3861" w:rsidRPr="008B2D8D" w:rsidRDefault="00ED3861" w:rsidP="00862074">
            <w:pPr>
              <w:jc w:val="center"/>
              <w:rPr>
                <w:color w:val="000000"/>
                <w:sz w:val="26"/>
                <w:szCs w:val="26"/>
              </w:rPr>
            </w:pPr>
            <w:r w:rsidRPr="008B2D8D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94" w:type="dxa"/>
            <w:shd w:val="clear" w:color="000000" w:fill="auto"/>
            <w:noWrap/>
            <w:vAlign w:val="bottom"/>
          </w:tcPr>
          <w:p w:rsidR="00ED3861" w:rsidRPr="00BE68EF" w:rsidRDefault="00ED3861" w:rsidP="00862074">
            <w:pPr>
              <w:jc w:val="right"/>
              <w:rPr>
                <w:sz w:val="26"/>
                <w:szCs w:val="26"/>
              </w:rPr>
            </w:pPr>
            <w:r w:rsidRPr="008B2D8D">
              <w:rPr>
                <w:sz w:val="26"/>
                <w:szCs w:val="26"/>
              </w:rPr>
              <w:t>27 456,54»</w:t>
            </w:r>
          </w:p>
        </w:tc>
      </w:tr>
    </w:tbl>
    <w:p w:rsidR="00ED3861" w:rsidRDefault="00ED3861" w:rsidP="008B2D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46F3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26"/>
        <w:gridCol w:w="1843"/>
        <w:gridCol w:w="709"/>
        <w:gridCol w:w="567"/>
        <w:gridCol w:w="567"/>
        <w:gridCol w:w="1842"/>
      </w:tblGrid>
      <w:tr w:rsidR="00ED3861" w:rsidRPr="008B2D8D" w:rsidTr="008B2D8D">
        <w:trPr>
          <w:trHeight w:val="20"/>
        </w:trPr>
        <w:tc>
          <w:tcPr>
            <w:tcW w:w="4126" w:type="dxa"/>
            <w:vAlign w:val="center"/>
          </w:tcPr>
          <w:p w:rsidR="00ED3861" w:rsidRPr="008B2D8D" w:rsidRDefault="00ED3861" w:rsidP="008B2D8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8B2D8D">
              <w:rPr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843" w:type="dxa"/>
            <w:vAlign w:val="bottom"/>
          </w:tcPr>
          <w:p w:rsidR="00ED3861" w:rsidRPr="008B2D8D" w:rsidRDefault="00ED3861" w:rsidP="008B2D8D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8B2D8D">
              <w:rPr>
                <w:bCs/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vAlign w:val="bottom"/>
          </w:tcPr>
          <w:p w:rsidR="00ED3861" w:rsidRPr="008B2D8D" w:rsidRDefault="00ED3861" w:rsidP="008B2D8D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D3861" w:rsidRPr="008B2D8D" w:rsidRDefault="00ED3861" w:rsidP="008B2D8D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D3861" w:rsidRPr="008B2D8D" w:rsidRDefault="00ED3861" w:rsidP="008B2D8D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Align w:val="bottom"/>
          </w:tcPr>
          <w:p w:rsidR="00ED3861" w:rsidRPr="008B2D8D" w:rsidRDefault="00ED3861" w:rsidP="008B2D8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8B2D8D">
              <w:rPr>
                <w:bCs/>
                <w:color w:val="000000"/>
                <w:sz w:val="26"/>
                <w:szCs w:val="26"/>
              </w:rPr>
              <w:t>14 601 664,3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8B2D8D" w:rsidRDefault="00ED3861" w:rsidP="008B2D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B2D8D">
        <w:rPr>
          <w:sz w:val="26"/>
          <w:szCs w:val="26"/>
        </w:rPr>
        <w:t>цифры «</w:t>
      </w:r>
      <w:r w:rsidRPr="008B2D8D">
        <w:rPr>
          <w:bCs/>
          <w:color w:val="000000"/>
          <w:sz w:val="26"/>
          <w:szCs w:val="26"/>
        </w:rPr>
        <w:t>14 601 664,3</w:t>
      </w:r>
      <w:r w:rsidRPr="008B2D8D">
        <w:rPr>
          <w:sz w:val="26"/>
          <w:szCs w:val="26"/>
        </w:rPr>
        <w:t>» заменить цифрами «</w:t>
      </w:r>
      <w:r w:rsidRPr="00BE68EF">
        <w:rPr>
          <w:bCs/>
          <w:sz w:val="26"/>
          <w:szCs w:val="26"/>
        </w:rPr>
        <w:t>14 243 364,30</w:t>
      </w:r>
      <w:r w:rsidRPr="008B2D8D">
        <w:rPr>
          <w:sz w:val="26"/>
          <w:szCs w:val="26"/>
        </w:rPr>
        <w:t>»;</w:t>
      </w:r>
    </w:p>
    <w:p w:rsidR="00ED3861" w:rsidRDefault="00ED3861" w:rsidP="008B2D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46F3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26"/>
        <w:gridCol w:w="1843"/>
        <w:gridCol w:w="709"/>
        <w:gridCol w:w="567"/>
        <w:gridCol w:w="567"/>
        <w:gridCol w:w="1842"/>
      </w:tblGrid>
      <w:tr w:rsidR="00ED3861" w:rsidRPr="00FF2246" w:rsidTr="008B2D8D">
        <w:trPr>
          <w:trHeight w:val="20"/>
        </w:trPr>
        <w:tc>
          <w:tcPr>
            <w:tcW w:w="4126" w:type="dxa"/>
            <w:vAlign w:val="center"/>
          </w:tcPr>
          <w:p w:rsidR="00ED3861" w:rsidRPr="00FF2246" w:rsidRDefault="00ED3861" w:rsidP="008B2D8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FF2246">
              <w:rPr>
                <w:color w:val="000000"/>
                <w:sz w:val="26"/>
                <w:szCs w:val="26"/>
              </w:rPr>
              <w:t>Реализация иных государстве</w:t>
            </w:r>
            <w:r w:rsidRPr="00FF2246">
              <w:rPr>
                <w:color w:val="000000"/>
                <w:sz w:val="26"/>
                <w:szCs w:val="26"/>
              </w:rPr>
              <w:t>н</w:t>
            </w:r>
            <w:r w:rsidRPr="00FF2246">
              <w:rPr>
                <w:color w:val="000000"/>
                <w:sz w:val="26"/>
                <w:szCs w:val="26"/>
              </w:rPr>
              <w:t>ных функций в области социал</w:t>
            </w:r>
            <w:r w:rsidRPr="00FF2246">
              <w:rPr>
                <w:color w:val="000000"/>
                <w:sz w:val="26"/>
                <w:szCs w:val="26"/>
              </w:rPr>
              <w:t>ь</w:t>
            </w:r>
            <w:r w:rsidRPr="00FF2246">
              <w:rPr>
                <w:color w:val="000000"/>
                <w:sz w:val="26"/>
                <w:szCs w:val="26"/>
              </w:rPr>
              <w:t>ной политики</w:t>
            </w:r>
          </w:p>
        </w:tc>
        <w:tc>
          <w:tcPr>
            <w:tcW w:w="1843" w:type="dxa"/>
            <w:vAlign w:val="bottom"/>
          </w:tcPr>
          <w:p w:rsidR="00ED3861" w:rsidRPr="00FF2246" w:rsidRDefault="00ED3861" w:rsidP="008B2D8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99 0 06 00000</w:t>
            </w:r>
          </w:p>
        </w:tc>
        <w:tc>
          <w:tcPr>
            <w:tcW w:w="709" w:type="dxa"/>
            <w:vAlign w:val="bottom"/>
          </w:tcPr>
          <w:p w:rsidR="00ED3861" w:rsidRPr="00FF2246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D3861" w:rsidRPr="00FF2246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D3861" w:rsidRPr="00FF2246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Align w:val="bottom"/>
          </w:tcPr>
          <w:p w:rsidR="00ED3861" w:rsidRPr="00FF2246" w:rsidRDefault="00ED3861" w:rsidP="008B2D8D">
            <w:pPr>
              <w:jc w:val="right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9 024 804,7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8B2D8D" w:rsidRDefault="00ED3861" w:rsidP="008B2D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B2D8D">
        <w:rPr>
          <w:sz w:val="26"/>
          <w:szCs w:val="26"/>
        </w:rPr>
        <w:t>цифры «</w:t>
      </w:r>
      <w:r w:rsidRPr="00FF2246">
        <w:rPr>
          <w:color w:val="000000"/>
          <w:sz w:val="26"/>
          <w:szCs w:val="26"/>
        </w:rPr>
        <w:t>9 024 804,7</w:t>
      </w:r>
      <w:r w:rsidRPr="008B2D8D">
        <w:rPr>
          <w:sz w:val="26"/>
          <w:szCs w:val="26"/>
        </w:rPr>
        <w:t>» заменить цифрами «</w:t>
      </w:r>
      <w:r w:rsidRPr="00BE68EF">
        <w:rPr>
          <w:sz w:val="26"/>
          <w:szCs w:val="26"/>
        </w:rPr>
        <w:t>8 666 504,70</w:t>
      </w:r>
      <w:r w:rsidRPr="008B2D8D">
        <w:rPr>
          <w:sz w:val="26"/>
          <w:szCs w:val="26"/>
        </w:rPr>
        <w:t>»;</w:t>
      </w:r>
    </w:p>
    <w:p w:rsidR="00ED3861" w:rsidRDefault="00ED3861" w:rsidP="008B2D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46F3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26"/>
        <w:gridCol w:w="1843"/>
        <w:gridCol w:w="709"/>
        <w:gridCol w:w="567"/>
        <w:gridCol w:w="567"/>
        <w:gridCol w:w="1842"/>
      </w:tblGrid>
      <w:tr w:rsidR="00ED3861" w:rsidRPr="00FF2246" w:rsidTr="008B2D8D">
        <w:trPr>
          <w:trHeight w:val="20"/>
        </w:trPr>
        <w:tc>
          <w:tcPr>
            <w:tcW w:w="4126" w:type="dxa"/>
            <w:vAlign w:val="center"/>
          </w:tcPr>
          <w:p w:rsidR="00ED3861" w:rsidRPr="00A12C45" w:rsidRDefault="00ED3861" w:rsidP="008B2D8D">
            <w:pPr>
              <w:jc w:val="both"/>
              <w:rPr>
                <w:color w:val="000000"/>
                <w:spacing w:val="-6"/>
                <w:sz w:val="26"/>
                <w:szCs w:val="26"/>
              </w:rPr>
            </w:pPr>
            <w:r>
              <w:rPr>
                <w:color w:val="000000"/>
                <w:spacing w:val="-6"/>
                <w:sz w:val="26"/>
                <w:szCs w:val="26"/>
              </w:rPr>
              <w:t>«</w:t>
            </w:r>
            <w:r w:rsidRPr="00A12C45">
              <w:rPr>
                <w:color w:val="000000"/>
                <w:spacing w:val="-6"/>
                <w:sz w:val="26"/>
                <w:szCs w:val="26"/>
              </w:rPr>
              <w:t>Мероприятия по обеспечению своевременной и полной выплаты заработной платы (Расходы на в</w:t>
            </w:r>
            <w:r w:rsidRPr="00A12C45">
              <w:rPr>
                <w:color w:val="000000"/>
                <w:spacing w:val="-6"/>
                <w:sz w:val="26"/>
                <w:szCs w:val="26"/>
              </w:rPr>
              <w:t>ы</w:t>
            </w:r>
            <w:r w:rsidRPr="00A12C45">
              <w:rPr>
                <w:color w:val="000000"/>
                <w:spacing w:val="-6"/>
                <w:sz w:val="26"/>
                <w:szCs w:val="26"/>
              </w:rPr>
              <w:t>платы персоналу в целях обеспеч</w:t>
            </w:r>
            <w:r w:rsidRPr="00A12C45">
              <w:rPr>
                <w:color w:val="000000"/>
                <w:spacing w:val="-6"/>
                <w:sz w:val="26"/>
                <w:szCs w:val="26"/>
              </w:rPr>
              <w:t>е</w:t>
            </w:r>
            <w:r w:rsidRPr="00A12C45">
              <w:rPr>
                <w:color w:val="000000"/>
                <w:spacing w:val="-6"/>
                <w:sz w:val="26"/>
                <w:szCs w:val="26"/>
              </w:rPr>
              <w:t>ния выполнения функций госуда</w:t>
            </w:r>
            <w:r w:rsidRPr="00A12C45">
              <w:rPr>
                <w:color w:val="000000"/>
                <w:spacing w:val="-6"/>
                <w:sz w:val="26"/>
                <w:szCs w:val="26"/>
              </w:rPr>
              <w:t>р</w:t>
            </w:r>
            <w:r w:rsidRPr="00A12C45">
              <w:rPr>
                <w:color w:val="000000"/>
                <w:spacing w:val="-6"/>
                <w:sz w:val="26"/>
                <w:szCs w:val="26"/>
              </w:rPr>
              <w:t>ственными (муниципальными) о</w:t>
            </w:r>
            <w:r w:rsidRPr="00A12C45">
              <w:rPr>
                <w:color w:val="000000"/>
                <w:spacing w:val="-6"/>
                <w:sz w:val="26"/>
                <w:szCs w:val="26"/>
              </w:rPr>
              <w:t>р</w:t>
            </w:r>
            <w:r w:rsidRPr="00A12C45">
              <w:rPr>
                <w:color w:val="000000"/>
                <w:spacing w:val="-6"/>
                <w:sz w:val="26"/>
                <w:szCs w:val="26"/>
              </w:rPr>
              <w:t>ганами, казенными учреждениями, органами управления государстве</w:t>
            </w:r>
            <w:r w:rsidRPr="00A12C45">
              <w:rPr>
                <w:color w:val="000000"/>
                <w:spacing w:val="-6"/>
                <w:sz w:val="26"/>
                <w:szCs w:val="26"/>
              </w:rPr>
              <w:t>н</w:t>
            </w:r>
            <w:r w:rsidRPr="00A12C45">
              <w:rPr>
                <w:color w:val="000000"/>
                <w:spacing w:val="-6"/>
                <w:sz w:val="26"/>
                <w:szCs w:val="26"/>
              </w:rPr>
              <w:t>ными внебюджетными фондами)</w:t>
            </w:r>
          </w:p>
        </w:tc>
        <w:tc>
          <w:tcPr>
            <w:tcW w:w="1843" w:type="dxa"/>
            <w:vAlign w:val="bottom"/>
          </w:tcPr>
          <w:p w:rsidR="00ED3861" w:rsidRDefault="00ED3861" w:rsidP="008B2D8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FF2246" w:rsidRDefault="00ED3861" w:rsidP="008B2D8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99 0 06 05550</w:t>
            </w:r>
          </w:p>
        </w:tc>
        <w:tc>
          <w:tcPr>
            <w:tcW w:w="709" w:type="dxa"/>
            <w:vAlign w:val="bottom"/>
          </w:tcPr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FF2246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567" w:type="dxa"/>
            <w:vAlign w:val="bottom"/>
          </w:tcPr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FF2246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vAlign w:val="bottom"/>
          </w:tcPr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FF2246" w:rsidRDefault="00ED3861" w:rsidP="008B2D8D">
            <w:pPr>
              <w:jc w:val="center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2" w:type="dxa"/>
            <w:vAlign w:val="bottom"/>
          </w:tcPr>
          <w:p w:rsidR="00ED3861" w:rsidRDefault="00ED3861" w:rsidP="008B2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8B2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3861" w:rsidRPr="00FF2246" w:rsidRDefault="00ED3861" w:rsidP="008B2D8D">
            <w:pPr>
              <w:jc w:val="right"/>
              <w:rPr>
                <w:color w:val="000000"/>
                <w:sz w:val="26"/>
                <w:szCs w:val="26"/>
              </w:rPr>
            </w:pPr>
            <w:r w:rsidRPr="00FF2246">
              <w:rPr>
                <w:color w:val="000000"/>
                <w:sz w:val="26"/>
                <w:szCs w:val="26"/>
              </w:rPr>
              <w:t>6 912 502,9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8B2D8D" w:rsidRDefault="00ED3861" w:rsidP="008B2D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B2D8D">
        <w:rPr>
          <w:sz w:val="26"/>
          <w:szCs w:val="26"/>
        </w:rPr>
        <w:t>цифры «</w:t>
      </w:r>
      <w:r w:rsidRPr="00FF2246">
        <w:rPr>
          <w:color w:val="000000"/>
          <w:sz w:val="26"/>
          <w:szCs w:val="26"/>
        </w:rPr>
        <w:t>6 912 502,9</w:t>
      </w:r>
      <w:r w:rsidRPr="008B2D8D">
        <w:rPr>
          <w:sz w:val="26"/>
          <w:szCs w:val="26"/>
        </w:rPr>
        <w:t>» заменить цифрами «</w:t>
      </w:r>
      <w:r w:rsidRPr="00BE68EF">
        <w:rPr>
          <w:sz w:val="26"/>
          <w:szCs w:val="26"/>
        </w:rPr>
        <w:t>6 554 202,90</w:t>
      </w:r>
      <w:r w:rsidRPr="008B2D8D">
        <w:rPr>
          <w:sz w:val="26"/>
          <w:szCs w:val="26"/>
        </w:rPr>
        <w:t>»;</w:t>
      </w:r>
    </w:p>
    <w:p w:rsidR="00ED3861" w:rsidRDefault="00ED3861" w:rsidP="008B2D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ED3861" w:rsidRPr="009021B9" w:rsidRDefault="00ED3861" w:rsidP="008B2D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9021B9">
        <w:rPr>
          <w:sz w:val="26"/>
          <w:szCs w:val="26"/>
        </w:rPr>
        <w:t xml:space="preserve">) в приложении </w:t>
      </w:r>
      <w:r>
        <w:rPr>
          <w:sz w:val="26"/>
          <w:szCs w:val="26"/>
        </w:rPr>
        <w:t>7</w:t>
      </w:r>
      <w:r w:rsidRPr="009021B9">
        <w:rPr>
          <w:sz w:val="26"/>
          <w:szCs w:val="26"/>
        </w:rPr>
        <w:t>:</w:t>
      </w:r>
    </w:p>
    <w:p w:rsidR="00ED3861" w:rsidRPr="00EE1C0E" w:rsidRDefault="00ED3861" w:rsidP="008B2D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в строке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8"/>
        <w:gridCol w:w="712"/>
        <w:gridCol w:w="567"/>
        <w:gridCol w:w="569"/>
        <w:gridCol w:w="1840"/>
        <w:gridCol w:w="712"/>
        <w:gridCol w:w="1842"/>
      </w:tblGrid>
      <w:tr w:rsidR="00ED3861" w:rsidRPr="00EE1C0E" w:rsidTr="00EE1C0E">
        <w:trPr>
          <w:trHeight w:val="20"/>
        </w:trPr>
        <w:tc>
          <w:tcPr>
            <w:tcW w:w="3418" w:type="dxa"/>
            <w:vAlign w:val="center"/>
          </w:tcPr>
          <w:p w:rsidR="00ED3861" w:rsidRPr="00EE1C0E" w:rsidRDefault="00ED3861" w:rsidP="008B2D8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EE1C0E">
              <w:rPr>
                <w:bCs/>
                <w:color w:val="000000"/>
                <w:sz w:val="26"/>
                <w:szCs w:val="26"/>
              </w:rPr>
              <w:t>«Всего</w:t>
            </w:r>
          </w:p>
        </w:tc>
        <w:tc>
          <w:tcPr>
            <w:tcW w:w="712" w:type="dxa"/>
            <w:vAlign w:val="bottom"/>
          </w:tcPr>
          <w:p w:rsidR="00ED3861" w:rsidRPr="00EE1C0E" w:rsidRDefault="00ED3861" w:rsidP="008B2D8D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EE1C0E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vAlign w:val="bottom"/>
          </w:tcPr>
          <w:p w:rsidR="00ED3861" w:rsidRPr="00EE1C0E" w:rsidRDefault="00ED3861" w:rsidP="008B2D8D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EE1C0E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vAlign w:val="bottom"/>
          </w:tcPr>
          <w:p w:rsidR="00ED3861" w:rsidRPr="00EE1C0E" w:rsidRDefault="00ED3861" w:rsidP="008B2D8D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EE1C0E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0" w:type="dxa"/>
            <w:vAlign w:val="bottom"/>
          </w:tcPr>
          <w:p w:rsidR="00ED3861" w:rsidRPr="00EE1C0E" w:rsidRDefault="00ED3861" w:rsidP="008B2D8D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EE1C0E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12" w:type="dxa"/>
            <w:vAlign w:val="bottom"/>
          </w:tcPr>
          <w:p w:rsidR="00ED3861" w:rsidRPr="00EE1C0E" w:rsidRDefault="00ED3861" w:rsidP="008B2D8D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EE1C0E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ED3861" w:rsidRPr="00EE1C0E" w:rsidRDefault="00ED3861" w:rsidP="008B2D8D">
            <w:pPr>
              <w:ind w:left="-57" w:right="-57"/>
              <w:jc w:val="right"/>
              <w:rPr>
                <w:bCs/>
                <w:color w:val="000000"/>
                <w:sz w:val="26"/>
                <w:szCs w:val="26"/>
              </w:rPr>
            </w:pPr>
            <w:r w:rsidRPr="00EE1C0E">
              <w:rPr>
                <w:bCs/>
                <w:color w:val="000000"/>
                <w:sz w:val="26"/>
                <w:szCs w:val="26"/>
              </w:rPr>
              <w:t>133 472 987,2»</w:t>
            </w:r>
          </w:p>
        </w:tc>
      </w:tr>
    </w:tbl>
    <w:p w:rsidR="00ED3861" w:rsidRPr="00EE1C0E" w:rsidRDefault="00ED3861" w:rsidP="00EE1C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цифры «</w:t>
      </w:r>
      <w:r w:rsidRPr="00EE1C0E">
        <w:rPr>
          <w:bCs/>
          <w:color w:val="000000"/>
          <w:sz w:val="26"/>
          <w:szCs w:val="26"/>
        </w:rPr>
        <w:t>133 472 987,2</w:t>
      </w:r>
      <w:r w:rsidRPr="00EE1C0E">
        <w:rPr>
          <w:sz w:val="26"/>
          <w:szCs w:val="26"/>
        </w:rPr>
        <w:t>» заменить цифрами «</w:t>
      </w:r>
      <w:r w:rsidRPr="00490E65">
        <w:rPr>
          <w:bCs/>
          <w:color w:val="000000"/>
          <w:sz w:val="26"/>
          <w:szCs w:val="26"/>
        </w:rPr>
        <w:t>133 492 143,74</w:t>
      </w:r>
      <w:r w:rsidRPr="00EE1C0E">
        <w:rPr>
          <w:sz w:val="26"/>
          <w:szCs w:val="26"/>
        </w:rPr>
        <w:t>»;</w:t>
      </w:r>
    </w:p>
    <w:p w:rsidR="00ED3861" w:rsidRPr="00EE1C0E" w:rsidRDefault="00ED3861" w:rsidP="00EE1C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в строке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8"/>
        <w:gridCol w:w="712"/>
        <w:gridCol w:w="567"/>
        <w:gridCol w:w="569"/>
        <w:gridCol w:w="1840"/>
        <w:gridCol w:w="712"/>
        <w:gridCol w:w="1842"/>
      </w:tblGrid>
      <w:tr w:rsidR="00ED3861" w:rsidRPr="00EE1C0E" w:rsidTr="00EE1C0E">
        <w:trPr>
          <w:trHeight w:val="20"/>
        </w:trPr>
        <w:tc>
          <w:tcPr>
            <w:tcW w:w="3418" w:type="dxa"/>
            <w:vAlign w:val="bottom"/>
          </w:tcPr>
          <w:p w:rsidR="00ED3861" w:rsidRPr="00EE1C0E" w:rsidRDefault="00ED3861" w:rsidP="00EE1C0E">
            <w:pPr>
              <w:jc w:val="both"/>
              <w:rPr>
                <w:bCs/>
                <w:sz w:val="26"/>
                <w:szCs w:val="26"/>
              </w:rPr>
            </w:pPr>
            <w:r w:rsidRPr="00EE1C0E">
              <w:rPr>
                <w:bCs/>
                <w:sz w:val="26"/>
                <w:szCs w:val="26"/>
              </w:rPr>
              <w:t>«Министерство финансов Челябинской области</w:t>
            </w:r>
          </w:p>
        </w:tc>
        <w:tc>
          <w:tcPr>
            <w:tcW w:w="712" w:type="dxa"/>
            <w:vAlign w:val="bottom"/>
          </w:tcPr>
          <w:p w:rsidR="00ED3861" w:rsidRPr="00EE1C0E" w:rsidRDefault="00ED3861" w:rsidP="00EE1C0E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ED3861" w:rsidRPr="00EE1C0E" w:rsidRDefault="00ED3861" w:rsidP="00EE1C0E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EE1C0E">
              <w:rPr>
                <w:bCs/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vAlign w:val="bottom"/>
          </w:tcPr>
          <w:p w:rsidR="00ED3861" w:rsidRPr="00EE1C0E" w:rsidRDefault="00ED3861" w:rsidP="00EE1C0E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EE1C0E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vAlign w:val="bottom"/>
          </w:tcPr>
          <w:p w:rsidR="00ED3861" w:rsidRPr="00EE1C0E" w:rsidRDefault="00ED3861" w:rsidP="00EE1C0E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EE1C0E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0" w:type="dxa"/>
            <w:vAlign w:val="bottom"/>
          </w:tcPr>
          <w:p w:rsidR="00ED3861" w:rsidRPr="00EE1C0E" w:rsidRDefault="00ED3861" w:rsidP="00EE1C0E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EE1C0E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12" w:type="dxa"/>
            <w:vAlign w:val="bottom"/>
          </w:tcPr>
          <w:p w:rsidR="00ED3861" w:rsidRPr="00EE1C0E" w:rsidRDefault="00ED3861" w:rsidP="00EE1C0E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EE1C0E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ED3861" w:rsidRPr="00EE1C0E" w:rsidRDefault="00ED3861" w:rsidP="00EE1C0E">
            <w:pPr>
              <w:ind w:left="-57" w:right="-57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ED3861" w:rsidRPr="00EE1C0E" w:rsidRDefault="00ED3861" w:rsidP="00EE1C0E">
            <w:pPr>
              <w:ind w:left="-57" w:right="-57"/>
              <w:jc w:val="right"/>
              <w:rPr>
                <w:bCs/>
                <w:color w:val="000000"/>
                <w:sz w:val="26"/>
                <w:szCs w:val="26"/>
              </w:rPr>
            </w:pPr>
            <w:r w:rsidRPr="00EE1C0E">
              <w:rPr>
                <w:bCs/>
                <w:color w:val="000000"/>
                <w:sz w:val="26"/>
                <w:szCs w:val="26"/>
              </w:rPr>
              <w:t>21 512 644,2»</w:t>
            </w:r>
          </w:p>
        </w:tc>
      </w:tr>
    </w:tbl>
    <w:p w:rsidR="00ED3861" w:rsidRPr="00EE1C0E" w:rsidRDefault="00ED3861" w:rsidP="00EE1C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цифры «</w:t>
      </w:r>
      <w:r w:rsidRPr="00EE1C0E">
        <w:rPr>
          <w:bCs/>
          <w:color w:val="000000"/>
          <w:sz w:val="26"/>
          <w:szCs w:val="26"/>
        </w:rPr>
        <w:t>21 512 644,2</w:t>
      </w:r>
      <w:r w:rsidRPr="00EE1C0E">
        <w:rPr>
          <w:sz w:val="26"/>
          <w:szCs w:val="26"/>
        </w:rPr>
        <w:t>» заменить цифрами «</w:t>
      </w:r>
      <w:r w:rsidRPr="00490E65">
        <w:rPr>
          <w:bCs/>
          <w:color w:val="000000"/>
          <w:sz w:val="26"/>
          <w:szCs w:val="26"/>
        </w:rPr>
        <w:t>21 154 344,20</w:t>
      </w:r>
      <w:r w:rsidRPr="00EE1C0E">
        <w:rPr>
          <w:sz w:val="26"/>
          <w:szCs w:val="26"/>
        </w:rPr>
        <w:t>»;</w:t>
      </w:r>
    </w:p>
    <w:p w:rsidR="00ED3861" w:rsidRPr="00D70135" w:rsidRDefault="00ED3861" w:rsidP="00EE1C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строках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8"/>
        <w:gridCol w:w="712"/>
        <w:gridCol w:w="567"/>
        <w:gridCol w:w="569"/>
        <w:gridCol w:w="1840"/>
        <w:gridCol w:w="712"/>
        <w:gridCol w:w="1842"/>
      </w:tblGrid>
      <w:tr w:rsidR="00ED3861" w:rsidRPr="006C665E" w:rsidTr="00EE1C0E">
        <w:trPr>
          <w:trHeight w:val="20"/>
        </w:trPr>
        <w:tc>
          <w:tcPr>
            <w:tcW w:w="3418" w:type="dxa"/>
            <w:tcBorders>
              <w:top w:val="single" w:sz="4" w:space="0" w:color="auto"/>
            </w:tcBorders>
            <w:vAlign w:val="center"/>
          </w:tcPr>
          <w:p w:rsidR="00ED3861" w:rsidRPr="006C665E" w:rsidRDefault="00ED3861" w:rsidP="00EE1C0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C665E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vAlign w:val="bottom"/>
          </w:tcPr>
          <w:p w:rsidR="00ED3861" w:rsidRPr="006C665E" w:rsidRDefault="00ED3861" w:rsidP="00EE1C0E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8 923 804,7</w:t>
            </w:r>
          </w:p>
        </w:tc>
      </w:tr>
      <w:tr w:rsidR="00ED3861" w:rsidRPr="006C665E" w:rsidTr="00EE1C0E">
        <w:trPr>
          <w:trHeight w:val="20"/>
        </w:trPr>
        <w:tc>
          <w:tcPr>
            <w:tcW w:w="3418" w:type="dxa"/>
            <w:vAlign w:val="center"/>
          </w:tcPr>
          <w:p w:rsidR="00ED3861" w:rsidRPr="006C665E" w:rsidRDefault="00ED3861" w:rsidP="00EE1C0E">
            <w:pPr>
              <w:jc w:val="both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69" w:type="dxa"/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0" w:type="dxa"/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ED3861" w:rsidRPr="006C665E" w:rsidRDefault="00ED3861" w:rsidP="00EE1C0E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8 923 804,7</w:t>
            </w:r>
          </w:p>
        </w:tc>
      </w:tr>
      <w:tr w:rsidR="00ED3861" w:rsidRPr="006C665E" w:rsidTr="00EE1C0E">
        <w:trPr>
          <w:trHeight w:val="20"/>
        </w:trPr>
        <w:tc>
          <w:tcPr>
            <w:tcW w:w="3418" w:type="dxa"/>
            <w:vAlign w:val="center"/>
          </w:tcPr>
          <w:p w:rsidR="00ED3861" w:rsidRPr="006C665E" w:rsidRDefault="00ED3861" w:rsidP="00EE1C0E">
            <w:pPr>
              <w:jc w:val="both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Непрограммные направл</w:t>
            </w:r>
            <w:r w:rsidRPr="006C665E">
              <w:rPr>
                <w:color w:val="000000"/>
                <w:sz w:val="26"/>
                <w:szCs w:val="26"/>
              </w:rPr>
              <w:t>е</w:t>
            </w:r>
            <w:r w:rsidRPr="006C665E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69" w:type="dxa"/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0" w:type="dxa"/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ED3861" w:rsidRPr="006C665E" w:rsidRDefault="00ED3861" w:rsidP="00EE1C0E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8 923 804,7</w:t>
            </w:r>
          </w:p>
        </w:tc>
      </w:tr>
      <w:tr w:rsidR="00ED3861" w:rsidRPr="006C665E" w:rsidTr="00EE1C0E">
        <w:trPr>
          <w:trHeight w:val="20"/>
        </w:trPr>
        <w:tc>
          <w:tcPr>
            <w:tcW w:w="3418" w:type="dxa"/>
            <w:tcBorders>
              <w:bottom w:val="single" w:sz="4" w:space="0" w:color="auto"/>
            </w:tcBorders>
            <w:vAlign w:val="center"/>
          </w:tcPr>
          <w:p w:rsidR="00ED3861" w:rsidRPr="006C665E" w:rsidRDefault="00ED3861" w:rsidP="00EE1C0E">
            <w:pPr>
              <w:jc w:val="both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Реализация иных государс</w:t>
            </w:r>
            <w:r w:rsidRPr="006C665E">
              <w:rPr>
                <w:color w:val="000000"/>
                <w:sz w:val="26"/>
                <w:szCs w:val="26"/>
              </w:rPr>
              <w:t>т</w:t>
            </w:r>
            <w:r w:rsidRPr="006C665E">
              <w:rPr>
                <w:color w:val="000000"/>
                <w:sz w:val="26"/>
                <w:szCs w:val="26"/>
              </w:rPr>
              <w:t>венных функций в области социальной политики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99 0 06 00000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bottom"/>
          </w:tcPr>
          <w:p w:rsidR="00ED3861" w:rsidRPr="006C665E" w:rsidRDefault="00ED3861" w:rsidP="00EE1C0E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bottom"/>
          </w:tcPr>
          <w:p w:rsidR="00ED3861" w:rsidRPr="006C665E" w:rsidRDefault="00ED3861" w:rsidP="00EE1C0E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8 923 804,7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EE1C0E" w:rsidRDefault="00ED3861" w:rsidP="00EE1C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цифры «</w:t>
      </w:r>
      <w:r w:rsidRPr="006C665E">
        <w:rPr>
          <w:color w:val="000000"/>
          <w:sz w:val="26"/>
          <w:szCs w:val="26"/>
        </w:rPr>
        <w:t>8 923 804,7</w:t>
      </w:r>
      <w:r w:rsidRPr="00EE1C0E">
        <w:rPr>
          <w:sz w:val="26"/>
          <w:szCs w:val="26"/>
        </w:rPr>
        <w:t>» заменить цифрами «</w:t>
      </w:r>
      <w:r w:rsidRPr="00490E65">
        <w:rPr>
          <w:color w:val="000000"/>
          <w:sz w:val="26"/>
          <w:szCs w:val="26"/>
        </w:rPr>
        <w:t>8 565 504,70</w:t>
      </w:r>
      <w:r w:rsidRPr="00EE1C0E">
        <w:rPr>
          <w:sz w:val="26"/>
          <w:szCs w:val="26"/>
        </w:rPr>
        <w:t>»;</w:t>
      </w:r>
    </w:p>
    <w:p w:rsidR="00ED3861" w:rsidRPr="00D70135" w:rsidRDefault="00ED3861" w:rsidP="00EE1C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строках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8"/>
        <w:gridCol w:w="712"/>
        <w:gridCol w:w="567"/>
        <w:gridCol w:w="569"/>
        <w:gridCol w:w="1840"/>
        <w:gridCol w:w="712"/>
        <w:gridCol w:w="1842"/>
      </w:tblGrid>
      <w:tr w:rsidR="00ED3861" w:rsidRPr="00D26F0F" w:rsidTr="00D26F0F">
        <w:trPr>
          <w:trHeight w:val="20"/>
        </w:trPr>
        <w:tc>
          <w:tcPr>
            <w:tcW w:w="3418" w:type="dxa"/>
            <w:tcBorders>
              <w:top w:val="single" w:sz="4" w:space="0" w:color="auto"/>
            </w:tcBorders>
            <w:vAlign w:val="center"/>
          </w:tcPr>
          <w:p w:rsidR="00ED3861" w:rsidRPr="00D26F0F" w:rsidRDefault="00ED3861" w:rsidP="00D26F0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D26F0F">
              <w:rPr>
                <w:color w:val="000000"/>
                <w:sz w:val="26"/>
                <w:szCs w:val="26"/>
              </w:rPr>
              <w:t>Мероприятия по обеспеч</w:t>
            </w:r>
            <w:r w:rsidRPr="00D26F0F">
              <w:rPr>
                <w:color w:val="000000"/>
                <w:sz w:val="26"/>
                <w:szCs w:val="26"/>
              </w:rPr>
              <w:t>е</w:t>
            </w:r>
            <w:r w:rsidRPr="00D26F0F">
              <w:rPr>
                <w:color w:val="000000"/>
                <w:sz w:val="26"/>
                <w:szCs w:val="26"/>
              </w:rPr>
              <w:t>нию своевременной и по</w:t>
            </w:r>
            <w:r w:rsidRPr="00D26F0F">
              <w:rPr>
                <w:color w:val="000000"/>
                <w:sz w:val="26"/>
                <w:szCs w:val="26"/>
              </w:rPr>
              <w:t>л</w:t>
            </w:r>
            <w:r w:rsidRPr="00D26F0F">
              <w:rPr>
                <w:color w:val="000000"/>
                <w:sz w:val="26"/>
                <w:szCs w:val="26"/>
              </w:rPr>
              <w:t>ной выплаты заработной платы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26F0F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26F0F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26F0F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26F0F">
              <w:rPr>
                <w:color w:val="000000"/>
                <w:sz w:val="26"/>
                <w:szCs w:val="26"/>
              </w:rPr>
              <w:t>99 0 06 05550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26F0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vAlign w:val="bottom"/>
          </w:tcPr>
          <w:p w:rsidR="00ED3861" w:rsidRPr="00D26F0F" w:rsidRDefault="00ED3861" w:rsidP="00D26F0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D26F0F">
              <w:rPr>
                <w:color w:val="000000"/>
                <w:sz w:val="26"/>
                <w:szCs w:val="26"/>
              </w:rPr>
              <w:t>6 912 502,9</w:t>
            </w:r>
          </w:p>
        </w:tc>
      </w:tr>
      <w:tr w:rsidR="00ED3861" w:rsidRPr="00D26F0F" w:rsidTr="00D26F0F">
        <w:trPr>
          <w:trHeight w:val="20"/>
        </w:trPr>
        <w:tc>
          <w:tcPr>
            <w:tcW w:w="3418" w:type="dxa"/>
            <w:tcBorders>
              <w:bottom w:val="single" w:sz="4" w:space="0" w:color="auto"/>
            </w:tcBorders>
            <w:vAlign w:val="center"/>
          </w:tcPr>
          <w:p w:rsidR="00ED3861" w:rsidRPr="00D26F0F" w:rsidRDefault="00ED3861" w:rsidP="00D26F0F">
            <w:pPr>
              <w:jc w:val="both"/>
              <w:rPr>
                <w:color w:val="000000"/>
                <w:sz w:val="26"/>
                <w:szCs w:val="26"/>
              </w:rPr>
            </w:pPr>
            <w:r w:rsidRPr="00D26F0F">
              <w:rPr>
                <w:color w:val="000000"/>
                <w:sz w:val="26"/>
                <w:szCs w:val="26"/>
              </w:rPr>
              <w:t>Расходы на выплаты перс</w:t>
            </w:r>
            <w:r w:rsidRPr="00D26F0F">
              <w:rPr>
                <w:color w:val="000000"/>
                <w:sz w:val="26"/>
                <w:szCs w:val="26"/>
              </w:rPr>
              <w:t>о</w:t>
            </w:r>
            <w:r w:rsidRPr="00D26F0F">
              <w:rPr>
                <w:color w:val="000000"/>
                <w:sz w:val="26"/>
                <w:szCs w:val="26"/>
              </w:rPr>
              <w:t>налу в целях обеспечения выполнения функций гос</w:t>
            </w:r>
            <w:r w:rsidRPr="00D26F0F">
              <w:rPr>
                <w:color w:val="000000"/>
                <w:sz w:val="26"/>
                <w:szCs w:val="26"/>
              </w:rPr>
              <w:t>у</w:t>
            </w:r>
            <w:r w:rsidRPr="00D26F0F">
              <w:rPr>
                <w:color w:val="000000"/>
                <w:sz w:val="26"/>
                <w:szCs w:val="26"/>
              </w:rPr>
              <w:t>дарственными (муниц</w:t>
            </w:r>
            <w:r w:rsidRPr="00D26F0F">
              <w:rPr>
                <w:color w:val="000000"/>
                <w:sz w:val="26"/>
                <w:szCs w:val="26"/>
              </w:rPr>
              <w:t>и</w:t>
            </w:r>
            <w:r w:rsidRPr="00D26F0F">
              <w:rPr>
                <w:color w:val="000000"/>
                <w:sz w:val="26"/>
                <w:szCs w:val="26"/>
              </w:rPr>
              <w:t>пальными) органами, казе</w:t>
            </w:r>
            <w:r w:rsidRPr="00D26F0F">
              <w:rPr>
                <w:color w:val="000000"/>
                <w:sz w:val="26"/>
                <w:szCs w:val="26"/>
              </w:rPr>
              <w:t>н</w:t>
            </w:r>
            <w:r w:rsidRPr="00D26F0F">
              <w:rPr>
                <w:color w:val="000000"/>
                <w:sz w:val="26"/>
                <w:szCs w:val="26"/>
              </w:rPr>
              <w:t>ными учреждениями, орг</w:t>
            </w:r>
            <w:r w:rsidRPr="00D26F0F">
              <w:rPr>
                <w:color w:val="000000"/>
                <w:sz w:val="26"/>
                <w:szCs w:val="26"/>
              </w:rPr>
              <w:t>а</w:t>
            </w:r>
            <w:r w:rsidRPr="00D26F0F">
              <w:rPr>
                <w:color w:val="000000"/>
                <w:sz w:val="26"/>
                <w:szCs w:val="26"/>
              </w:rPr>
              <w:t>нами управления государс</w:t>
            </w:r>
            <w:r w:rsidRPr="00D26F0F">
              <w:rPr>
                <w:color w:val="000000"/>
                <w:sz w:val="26"/>
                <w:szCs w:val="26"/>
              </w:rPr>
              <w:t>т</w:t>
            </w:r>
            <w:r w:rsidRPr="00D26F0F">
              <w:rPr>
                <w:color w:val="000000"/>
                <w:sz w:val="26"/>
                <w:szCs w:val="26"/>
              </w:rPr>
              <w:t>венными внебюджетными фондами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26F0F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26F0F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26F0F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26F0F">
              <w:rPr>
                <w:color w:val="000000"/>
                <w:sz w:val="26"/>
                <w:szCs w:val="26"/>
              </w:rPr>
              <w:t>99 0 06 05550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D26F0F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bottom"/>
          </w:tcPr>
          <w:p w:rsidR="00ED3861" w:rsidRPr="00D26F0F" w:rsidRDefault="00ED3861" w:rsidP="00D26F0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Pr="00D26F0F" w:rsidRDefault="00ED3861" w:rsidP="00D26F0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D26F0F">
              <w:rPr>
                <w:color w:val="000000"/>
                <w:sz w:val="26"/>
                <w:szCs w:val="26"/>
              </w:rPr>
              <w:t>6 912 502,9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EE1C0E" w:rsidRDefault="00ED3861" w:rsidP="00D26F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цифры «</w:t>
      </w:r>
      <w:r w:rsidRPr="00D26F0F">
        <w:rPr>
          <w:color w:val="000000"/>
          <w:sz w:val="26"/>
          <w:szCs w:val="26"/>
        </w:rPr>
        <w:t>6 912 502,9</w:t>
      </w:r>
      <w:r w:rsidRPr="00EE1C0E">
        <w:rPr>
          <w:sz w:val="26"/>
          <w:szCs w:val="26"/>
        </w:rPr>
        <w:t>» заменить цифрами «</w:t>
      </w:r>
      <w:r w:rsidRPr="00490E65">
        <w:rPr>
          <w:color w:val="000000"/>
          <w:sz w:val="26"/>
          <w:szCs w:val="26"/>
        </w:rPr>
        <w:t>6 554 202,90</w:t>
      </w:r>
      <w:r w:rsidRPr="00EE1C0E">
        <w:rPr>
          <w:sz w:val="26"/>
          <w:szCs w:val="26"/>
        </w:rPr>
        <w:t>»;</w:t>
      </w:r>
    </w:p>
    <w:p w:rsidR="00ED3861" w:rsidRPr="00EE1C0E" w:rsidRDefault="00ED3861" w:rsidP="00D26F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в строке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8"/>
        <w:gridCol w:w="712"/>
        <w:gridCol w:w="567"/>
        <w:gridCol w:w="569"/>
        <w:gridCol w:w="1840"/>
        <w:gridCol w:w="712"/>
        <w:gridCol w:w="1842"/>
      </w:tblGrid>
      <w:tr w:rsidR="00ED3861" w:rsidRPr="00D26F0F" w:rsidTr="00D26F0F">
        <w:trPr>
          <w:trHeight w:val="20"/>
        </w:trPr>
        <w:tc>
          <w:tcPr>
            <w:tcW w:w="3418" w:type="dxa"/>
            <w:vAlign w:val="bottom"/>
          </w:tcPr>
          <w:p w:rsidR="00ED3861" w:rsidRPr="00D26F0F" w:rsidRDefault="00ED3861" w:rsidP="00D26F0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«</w:t>
            </w:r>
            <w:r w:rsidRPr="00D26F0F">
              <w:rPr>
                <w:bCs/>
                <w:sz w:val="26"/>
                <w:szCs w:val="26"/>
              </w:rPr>
              <w:t>Министерство строител</w:t>
            </w:r>
            <w:r w:rsidRPr="00D26F0F">
              <w:rPr>
                <w:bCs/>
                <w:sz w:val="26"/>
                <w:szCs w:val="26"/>
              </w:rPr>
              <w:t>ь</w:t>
            </w:r>
            <w:r w:rsidRPr="00D26F0F">
              <w:rPr>
                <w:bCs/>
                <w:sz w:val="26"/>
                <w:szCs w:val="26"/>
              </w:rPr>
              <w:t>ства и инфраструктуры Ч</w:t>
            </w:r>
            <w:r w:rsidRPr="00D26F0F">
              <w:rPr>
                <w:bCs/>
                <w:sz w:val="26"/>
                <w:szCs w:val="26"/>
              </w:rPr>
              <w:t>е</w:t>
            </w:r>
            <w:r w:rsidRPr="00D26F0F">
              <w:rPr>
                <w:bCs/>
                <w:sz w:val="26"/>
                <w:szCs w:val="26"/>
              </w:rPr>
              <w:t>лябинской области</w:t>
            </w:r>
          </w:p>
        </w:tc>
        <w:tc>
          <w:tcPr>
            <w:tcW w:w="712" w:type="dxa"/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26F0F">
              <w:rPr>
                <w:bCs/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26F0F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26F0F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0" w:type="dxa"/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26F0F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12" w:type="dxa"/>
            <w:vAlign w:val="bottom"/>
          </w:tcPr>
          <w:p w:rsidR="00ED3861" w:rsidRPr="00D26F0F" w:rsidRDefault="00ED3861" w:rsidP="00D26F0F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26F0F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ED3861" w:rsidRPr="00D26F0F" w:rsidRDefault="00ED3861" w:rsidP="00D26F0F">
            <w:pPr>
              <w:ind w:left="-57" w:right="-57"/>
              <w:jc w:val="right"/>
              <w:rPr>
                <w:bCs/>
                <w:color w:val="000000"/>
                <w:sz w:val="26"/>
                <w:szCs w:val="26"/>
              </w:rPr>
            </w:pPr>
            <w:r w:rsidRPr="00D26F0F">
              <w:rPr>
                <w:bCs/>
                <w:color w:val="000000"/>
                <w:sz w:val="26"/>
                <w:szCs w:val="26"/>
              </w:rPr>
              <w:t>5 499 078,0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D26F0F" w:rsidRDefault="00ED3861" w:rsidP="00D26F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26F0F">
        <w:rPr>
          <w:sz w:val="26"/>
          <w:szCs w:val="26"/>
        </w:rPr>
        <w:t>цифры «</w:t>
      </w:r>
      <w:r w:rsidRPr="00D26F0F">
        <w:rPr>
          <w:bCs/>
          <w:color w:val="000000"/>
          <w:sz w:val="26"/>
          <w:szCs w:val="26"/>
        </w:rPr>
        <w:t>5 499 078,0</w:t>
      </w:r>
      <w:r w:rsidRPr="00D26F0F">
        <w:rPr>
          <w:sz w:val="26"/>
          <w:szCs w:val="26"/>
        </w:rPr>
        <w:t>» заменить цифрами «</w:t>
      </w:r>
      <w:r w:rsidRPr="00490E65">
        <w:rPr>
          <w:bCs/>
          <w:color w:val="000000"/>
          <w:sz w:val="26"/>
          <w:szCs w:val="26"/>
        </w:rPr>
        <w:t>5 876 534,54</w:t>
      </w:r>
      <w:r w:rsidRPr="00D26F0F">
        <w:rPr>
          <w:sz w:val="26"/>
          <w:szCs w:val="26"/>
        </w:rPr>
        <w:t>»;</w:t>
      </w:r>
    </w:p>
    <w:p w:rsidR="00ED3861" w:rsidRPr="00EE1C0E" w:rsidRDefault="00ED3861" w:rsidP="00D26F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в строке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8"/>
        <w:gridCol w:w="712"/>
        <w:gridCol w:w="567"/>
        <w:gridCol w:w="569"/>
        <w:gridCol w:w="1840"/>
        <w:gridCol w:w="712"/>
        <w:gridCol w:w="1842"/>
      </w:tblGrid>
      <w:tr w:rsidR="00ED3861" w:rsidRPr="006C665E" w:rsidTr="00D26F0F">
        <w:trPr>
          <w:trHeight w:val="20"/>
        </w:trPr>
        <w:tc>
          <w:tcPr>
            <w:tcW w:w="3418" w:type="dxa"/>
            <w:vAlign w:val="center"/>
          </w:tcPr>
          <w:p w:rsidR="00ED3861" w:rsidRPr="006C665E" w:rsidRDefault="00ED3861" w:rsidP="00D26F0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C665E">
              <w:rPr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vAlign w:val="bottom"/>
          </w:tcPr>
          <w:p w:rsidR="00ED3861" w:rsidRPr="006C665E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9" w:type="dxa"/>
            <w:vAlign w:val="bottom"/>
          </w:tcPr>
          <w:p w:rsidR="00ED3861" w:rsidRPr="006C665E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0" w:type="dxa"/>
            <w:vAlign w:val="bottom"/>
          </w:tcPr>
          <w:p w:rsidR="00ED3861" w:rsidRPr="006C665E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D26F0F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ED3861" w:rsidRPr="006C665E" w:rsidRDefault="00ED3861" w:rsidP="00D26F0F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2 905 198,2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D26F0F" w:rsidRDefault="00ED3861" w:rsidP="00D26F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26F0F">
        <w:rPr>
          <w:sz w:val="26"/>
          <w:szCs w:val="26"/>
        </w:rPr>
        <w:t>цифры «</w:t>
      </w:r>
      <w:r w:rsidRPr="006C665E">
        <w:rPr>
          <w:color w:val="000000"/>
          <w:sz w:val="26"/>
          <w:szCs w:val="26"/>
        </w:rPr>
        <w:t>2 905 198,2</w:t>
      </w:r>
      <w:r w:rsidRPr="00D26F0F">
        <w:rPr>
          <w:sz w:val="26"/>
          <w:szCs w:val="26"/>
        </w:rPr>
        <w:t>» заменить цифрами «</w:t>
      </w:r>
      <w:r w:rsidRPr="00490E65">
        <w:rPr>
          <w:color w:val="000000"/>
          <w:sz w:val="26"/>
          <w:szCs w:val="26"/>
        </w:rPr>
        <w:t>3 282 654,74</w:t>
      </w:r>
      <w:r w:rsidRPr="00D26F0F">
        <w:rPr>
          <w:sz w:val="26"/>
          <w:szCs w:val="26"/>
        </w:rPr>
        <w:t>»;</w:t>
      </w:r>
    </w:p>
    <w:p w:rsidR="00ED3861" w:rsidRPr="00D70135" w:rsidRDefault="00ED3861" w:rsidP="00D26F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строках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8"/>
        <w:gridCol w:w="712"/>
        <w:gridCol w:w="567"/>
        <w:gridCol w:w="569"/>
        <w:gridCol w:w="1840"/>
        <w:gridCol w:w="712"/>
        <w:gridCol w:w="1842"/>
      </w:tblGrid>
      <w:tr w:rsidR="00ED3861" w:rsidRPr="006C665E" w:rsidTr="007B2F39">
        <w:trPr>
          <w:trHeight w:val="20"/>
        </w:trPr>
        <w:tc>
          <w:tcPr>
            <w:tcW w:w="3418" w:type="dxa"/>
            <w:tcBorders>
              <w:top w:val="single" w:sz="4" w:space="0" w:color="auto"/>
            </w:tcBorders>
            <w:vAlign w:val="center"/>
          </w:tcPr>
          <w:p w:rsidR="00ED3861" w:rsidRPr="006C665E" w:rsidRDefault="00ED3861" w:rsidP="007B2F3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C665E">
              <w:rPr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</w:tcBorders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vAlign w:val="bottom"/>
          </w:tcPr>
          <w:p w:rsidR="00ED3861" w:rsidRPr="006C665E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813 925,6</w:t>
            </w:r>
          </w:p>
        </w:tc>
      </w:tr>
      <w:tr w:rsidR="00ED3861" w:rsidRPr="006C665E" w:rsidTr="007B2F39">
        <w:trPr>
          <w:trHeight w:val="20"/>
        </w:trPr>
        <w:tc>
          <w:tcPr>
            <w:tcW w:w="3418" w:type="dxa"/>
            <w:vAlign w:val="center"/>
          </w:tcPr>
          <w:p w:rsidR="00ED3861" w:rsidRPr="006C665E" w:rsidRDefault="00ED3861" w:rsidP="007B2F39">
            <w:pPr>
              <w:jc w:val="both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Государственная программа Челябинской области «Обеспечение доступным и комфортным жильем гра</w:t>
            </w:r>
            <w:r w:rsidRPr="006C665E">
              <w:rPr>
                <w:color w:val="000000"/>
                <w:sz w:val="26"/>
                <w:szCs w:val="26"/>
              </w:rPr>
              <w:t>ж</w:t>
            </w:r>
            <w:r w:rsidRPr="006C665E">
              <w:rPr>
                <w:color w:val="000000"/>
                <w:sz w:val="26"/>
                <w:szCs w:val="26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9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0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ED3861" w:rsidRPr="006C665E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813 925,6</w:t>
            </w:r>
          </w:p>
        </w:tc>
      </w:tr>
      <w:tr w:rsidR="00ED3861" w:rsidRPr="006C665E" w:rsidTr="007B2F39">
        <w:trPr>
          <w:trHeight w:val="20"/>
        </w:trPr>
        <w:tc>
          <w:tcPr>
            <w:tcW w:w="3418" w:type="dxa"/>
            <w:vAlign w:val="center"/>
          </w:tcPr>
          <w:p w:rsidR="00ED3861" w:rsidRPr="006C665E" w:rsidRDefault="00ED3861" w:rsidP="007B2F39">
            <w:pPr>
              <w:jc w:val="both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Подпрограмма «Благоус</w:t>
            </w:r>
            <w:r w:rsidRPr="006C665E">
              <w:rPr>
                <w:color w:val="000000"/>
                <w:sz w:val="26"/>
                <w:szCs w:val="26"/>
              </w:rPr>
              <w:t>т</w:t>
            </w:r>
            <w:r w:rsidRPr="006C665E">
              <w:rPr>
                <w:color w:val="000000"/>
                <w:sz w:val="26"/>
                <w:szCs w:val="26"/>
              </w:rPr>
              <w:t>ройство населенных пун</w:t>
            </w:r>
            <w:r w:rsidRPr="006C665E">
              <w:rPr>
                <w:color w:val="000000"/>
                <w:sz w:val="26"/>
                <w:szCs w:val="26"/>
              </w:rPr>
              <w:t>к</w:t>
            </w:r>
            <w:r w:rsidRPr="006C665E">
              <w:rPr>
                <w:color w:val="000000"/>
                <w:sz w:val="26"/>
                <w:szCs w:val="26"/>
              </w:rPr>
              <w:t>тов Челябинской области»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9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0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14 7 00 00000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ED3861" w:rsidRPr="006C665E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813 925,6</w:t>
            </w:r>
          </w:p>
        </w:tc>
      </w:tr>
      <w:tr w:rsidR="00ED3861" w:rsidRPr="006C665E" w:rsidTr="007B2F39">
        <w:trPr>
          <w:trHeight w:val="20"/>
        </w:trPr>
        <w:tc>
          <w:tcPr>
            <w:tcW w:w="3418" w:type="dxa"/>
            <w:vAlign w:val="center"/>
          </w:tcPr>
          <w:p w:rsidR="00ED3861" w:rsidRPr="006C665E" w:rsidRDefault="00ED3861" w:rsidP="007B2F39">
            <w:pPr>
              <w:jc w:val="both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Субсидии местным бюдж</w:t>
            </w:r>
            <w:r w:rsidRPr="006C665E">
              <w:rPr>
                <w:color w:val="000000"/>
                <w:sz w:val="26"/>
                <w:szCs w:val="26"/>
              </w:rPr>
              <w:t>е</w:t>
            </w:r>
            <w:r w:rsidRPr="006C665E">
              <w:rPr>
                <w:color w:val="000000"/>
                <w:sz w:val="26"/>
                <w:szCs w:val="26"/>
              </w:rPr>
              <w:t>там для софинансирования расходных обязательств</w:t>
            </w:r>
            <w:r>
              <w:rPr>
                <w:color w:val="000000"/>
                <w:sz w:val="26"/>
                <w:szCs w:val="26"/>
              </w:rPr>
              <w:t>,</w:t>
            </w:r>
            <w:r w:rsidRPr="006C665E">
              <w:rPr>
                <w:color w:val="000000"/>
                <w:sz w:val="26"/>
                <w:szCs w:val="26"/>
              </w:rPr>
              <w:t xml:space="preserve"> возникающих при выполн</w:t>
            </w:r>
            <w:r w:rsidRPr="006C665E">
              <w:rPr>
                <w:color w:val="000000"/>
                <w:sz w:val="26"/>
                <w:szCs w:val="26"/>
              </w:rPr>
              <w:t>е</w:t>
            </w:r>
            <w:r w:rsidRPr="006C665E">
              <w:rPr>
                <w:color w:val="000000"/>
                <w:sz w:val="26"/>
                <w:szCs w:val="26"/>
              </w:rPr>
              <w:t>нии полномочий органов местного самоуправления по вопросам местного зн</w:t>
            </w:r>
            <w:r w:rsidRPr="006C665E">
              <w:rPr>
                <w:color w:val="000000"/>
                <w:sz w:val="26"/>
                <w:szCs w:val="26"/>
              </w:rPr>
              <w:t>а</w:t>
            </w:r>
            <w:r w:rsidRPr="006C665E">
              <w:rPr>
                <w:color w:val="000000"/>
                <w:sz w:val="26"/>
                <w:szCs w:val="26"/>
              </w:rPr>
              <w:t>чения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9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0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14 7 01 00000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ED3861" w:rsidRPr="006C665E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813 925,6</w:t>
            </w:r>
          </w:p>
        </w:tc>
      </w:tr>
      <w:tr w:rsidR="00ED3861" w:rsidRPr="006C665E" w:rsidTr="007B2F39">
        <w:trPr>
          <w:trHeight w:val="20"/>
        </w:trPr>
        <w:tc>
          <w:tcPr>
            <w:tcW w:w="3418" w:type="dxa"/>
            <w:vAlign w:val="center"/>
          </w:tcPr>
          <w:p w:rsidR="00ED3861" w:rsidRPr="006C665E" w:rsidRDefault="00ED3861" w:rsidP="007B2F39">
            <w:pPr>
              <w:jc w:val="both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Реализация приоритетного проекта «Формирование комфортной городской ср</w:t>
            </w:r>
            <w:r w:rsidRPr="006C665E">
              <w:rPr>
                <w:color w:val="000000"/>
                <w:sz w:val="26"/>
                <w:szCs w:val="26"/>
              </w:rPr>
              <w:t>е</w:t>
            </w:r>
            <w:r w:rsidRPr="006C665E">
              <w:rPr>
                <w:color w:val="000000"/>
                <w:sz w:val="26"/>
                <w:szCs w:val="26"/>
              </w:rPr>
              <w:t>ды»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9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0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14 7 01 R5550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ED3861" w:rsidRPr="006C665E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813 925,6</w:t>
            </w:r>
          </w:p>
        </w:tc>
      </w:tr>
      <w:tr w:rsidR="00ED3861" w:rsidRPr="006C665E" w:rsidTr="007B2F39">
        <w:trPr>
          <w:trHeight w:val="20"/>
        </w:trPr>
        <w:tc>
          <w:tcPr>
            <w:tcW w:w="3418" w:type="dxa"/>
            <w:tcBorders>
              <w:bottom w:val="single" w:sz="4" w:space="0" w:color="auto"/>
            </w:tcBorders>
            <w:vAlign w:val="center"/>
          </w:tcPr>
          <w:p w:rsidR="00ED3861" w:rsidRPr="006C665E" w:rsidRDefault="00ED3861" w:rsidP="007B2F39">
            <w:pPr>
              <w:jc w:val="both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Межбюджетные трансфе</w:t>
            </w:r>
            <w:r w:rsidRPr="006C665E">
              <w:rPr>
                <w:color w:val="000000"/>
                <w:sz w:val="26"/>
                <w:szCs w:val="26"/>
              </w:rPr>
              <w:t>р</w:t>
            </w:r>
            <w:r w:rsidRPr="006C665E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14 7 01 R5550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bottom"/>
          </w:tcPr>
          <w:p w:rsidR="00ED3861" w:rsidRPr="006C665E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813 925,6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D26F0F" w:rsidRDefault="00ED3861" w:rsidP="007B2F3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26F0F">
        <w:rPr>
          <w:sz w:val="26"/>
          <w:szCs w:val="26"/>
        </w:rPr>
        <w:t>цифры «</w:t>
      </w:r>
      <w:r w:rsidRPr="006C665E">
        <w:rPr>
          <w:color w:val="000000"/>
          <w:sz w:val="26"/>
          <w:szCs w:val="26"/>
        </w:rPr>
        <w:t>813 925,6</w:t>
      </w:r>
      <w:r w:rsidRPr="00D26F0F">
        <w:rPr>
          <w:sz w:val="26"/>
          <w:szCs w:val="26"/>
        </w:rPr>
        <w:t>» заменить цифрами «</w:t>
      </w:r>
      <w:r w:rsidRPr="00490E65">
        <w:rPr>
          <w:color w:val="000000"/>
          <w:sz w:val="26"/>
          <w:szCs w:val="26"/>
        </w:rPr>
        <w:t>1 163 925,60</w:t>
      </w:r>
      <w:r w:rsidRPr="00D26F0F">
        <w:rPr>
          <w:sz w:val="26"/>
          <w:szCs w:val="26"/>
        </w:rPr>
        <w:t>»;</w:t>
      </w:r>
    </w:p>
    <w:p w:rsidR="00ED3861" w:rsidRPr="00EE1C0E" w:rsidRDefault="00ED3861" w:rsidP="007B2F3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в строке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8"/>
        <w:gridCol w:w="712"/>
        <w:gridCol w:w="567"/>
        <w:gridCol w:w="569"/>
        <w:gridCol w:w="1840"/>
        <w:gridCol w:w="712"/>
        <w:gridCol w:w="1842"/>
      </w:tblGrid>
      <w:tr w:rsidR="00ED3861" w:rsidRPr="006C665E" w:rsidTr="007B2F39">
        <w:trPr>
          <w:trHeight w:val="20"/>
        </w:trPr>
        <w:tc>
          <w:tcPr>
            <w:tcW w:w="3418" w:type="dxa"/>
            <w:vAlign w:val="center"/>
          </w:tcPr>
          <w:p w:rsidR="00ED3861" w:rsidRPr="006C665E" w:rsidRDefault="00ED3861" w:rsidP="007B2F3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C665E">
              <w:rPr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9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0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ED3861" w:rsidRPr="006C665E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419 933,8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D26F0F" w:rsidRDefault="00ED3861" w:rsidP="007B2F3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26F0F">
        <w:rPr>
          <w:sz w:val="26"/>
          <w:szCs w:val="26"/>
        </w:rPr>
        <w:t>цифры «</w:t>
      </w:r>
      <w:r w:rsidRPr="006C665E">
        <w:rPr>
          <w:color w:val="000000"/>
          <w:sz w:val="26"/>
          <w:szCs w:val="26"/>
        </w:rPr>
        <w:t>419 933,8</w:t>
      </w:r>
      <w:r w:rsidRPr="00D26F0F">
        <w:rPr>
          <w:sz w:val="26"/>
          <w:szCs w:val="26"/>
        </w:rPr>
        <w:t>» заменить цифрами «</w:t>
      </w:r>
      <w:r w:rsidRPr="00490E65">
        <w:rPr>
          <w:color w:val="000000"/>
          <w:sz w:val="26"/>
          <w:szCs w:val="26"/>
        </w:rPr>
        <w:t>447 390,34</w:t>
      </w:r>
      <w:r w:rsidRPr="00D26F0F">
        <w:rPr>
          <w:sz w:val="26"/>
          <w:szCs w:val="26"/>
        </w:rPr>
        <w:t>»;</w:t>
      </w:r>
    </w:p>
    <w:p w:rsidR="00ED3861" w:rsidRPr="00EE1C0E" w:rsidRDefault="00ED3861" w:rsidP="007B2F3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в строке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8"/>
        <w:gridCol w:w="712"/>
        <w:gridCol w:w="567"/>
        <w:gridCol w:w="569"/>
        <w:gridCol w:w="1840"/>
        <w:gridCol w:w="712"/>
        <w:gridCol w:w="1842"/>
      </w:tblGrid>
      <w:tr w:rsidR="00ED3861" w:rsidRPr="006C665E" w:rsidTr="007B2F39">
        <w:trPr>
          <w:trHeight w:val="20"/>
        </w:trPr>
        <w:tc>
          <w:tcPr>
            <w:tcW w:w="3418" w:type="dxa"/>
            <w:vAlign w:val="center"/>
          </w:tcPr>
          <w:p w:rsidR="00ED3861" w:rsidRPr="006C665E" w:rsidRDefault="00ED3861" w:rsidP="007B2F3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C665E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6C665E">
              <w:rPr>
                <w:color w:val="000000"/>
                <w:sz w:val="26"/>
                <w:szCs w:val="26"/>
              </w:rPr>
              <w:t>м</w:t>
            </w:r>
            <w:r w:rsidRPr="006C665E">
              <w:rPr>
                <w:color w:val="000000"/>
                <w:sz w:val="26"/>
                <w:szCs w:val="26"/>
              </w:rPr>
              <w:t>ма Челябинской области «Обеспечение доступным и комфортным жильем гра</w:t>
            </w:r>
            <w:r w:rsidRPr="006C665E">
              <w:rPr>
                <w:color w:val="000000"/>
                <w:sz w:val="26"/>
                <w:szCs w:val="26"/>
              </w:rPr>
              <w:t>ж</w:t>
            </w:r>
            <w:r w:rsidRPr="006C665E">
              <w:rPr>
                <w:color w:val="000000"/>
                <w:sz w:val="26"/>
                <w:szCs w:val="26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2" w:type="dxa"/>
            <w:vAlign w:val="bottom"/>
          </w:tcPr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vAlign w:val="bottom"/>
          </w:tcPr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9" w:type="dxa"/>
            <w:vAlign w:val="bottom"/>
          </w:tcPr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0" w:type="dxa"/>
            <w:vAlign w:val="bottom"/>
          </w:tcPr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7B2F3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noWrap/>
            <w:vAlign w:val="bottom"/>
          </w:tcPr>
          <w:p w:rsidR="00ED3861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</w:p>
          <w:p w:rsidR="00ED3861" w:rsidRPr="006C665E" w:rsidRDefault="00ED3861" w:rsidP="007B2F39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215 300,0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D26F0F" w:rsidRDefault="00ED3861" w:rsidP="007B2F3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26F0F">
        <w:rPr>
          <w:sz w:val="26"/>
          <w:szCs w:val="26"/>
        </w:rPr>
        <w:t>цифры «</w:t>
      </w:r>
      <w:r w:rsidRPr="006C665E">
        <w:rPr>
          <w:color w:val="000000"/>
          <w:sz w:val="26"/>
          <w:szCs w:val="26"/>
        </w:rPr>
        <w:t>215 300,0</w:t>
      </w:r>
      <w:r w:rsidRPr="00D26F0F">
        <w:rPr>
          <w:sz w:val="26"/>
          <w:szCs w:val="26"/>
        </w:rPr>
        <w:t>» заменить цифрами «</w:t>
      </w:r>
      <w:r w:rsidRPr="00490E65">
        <w:rPr>
          <w:color w:val="000000"/>
          <w:sz w:val="26"/>
          <w:szCs w:val="26"/>
        </w:rPr>
        <w:t>242 756,54</w:t>
      </w:r>
      <w:r w:rsidRPr="00D26F0F">
        <w:rPr>
          <w:sz w:val="26"/>
          <w:szCs w:val="26"/>
        </w:rPr>
        <w:t>»;</w:t>
      </w:r>
    </w:p>
    <w:p w:rsidR="00ED3861" w:rsidRPr="00CF75C7" w:rsidRDefault="00ED3861" w:rsidP="00554F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после строки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8"/>
        <w:gridCol w:w="712"/>
        <w:gridCol w:w="567"/>
        <w:gridCol w:w="569"/>
        <w:gridCol w:w="1840"/>
        <w:gridCol w:w="712"/>
        <w:gridCol w:w="1842"/>
      </w:tblGrid>
      <w:tr w:rsidR="00ED3861" w:rsidRPr="006C665E" w:rsidTr="00554F74">
        <w:trPr>
          <w:trHeight w:val="20"/>
        </w:trPr>
        <w:tc>
          <w:tcPr>
            <w:tcW w:w="3418" w:type="dxa"/>
            <w:vAlign w:val="center"/>
          </w:tcPr>
          <w:p w:rsidR="00ED3861" w:rsidRPr="006C665E" w:rsidRDefault="00ED3861" w:rsidP="00554F7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C665E">
              <w:rPr>
                <w:color w:val="000000"/>
                <w:sz w:val="26"/>
                <w:szCs w:val="26"/>
              </w:rPr>
              <w:t>Межбюджетные трансфе</w:t>
            </w:r>
            <w:r w:rsidRPr="006C665E">
              <w:rPr>
                <w:color w:val="000000"/>
                <w:sz w:val="26"/>
                <w:szCs w:val="26"/>
              </w:rPr>
              <w:t>р</w:t>
            </w:r>
            <w:r w:rsidRPr="006C665E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554F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vAlign w:val="bottom"/>
          </w:tcPr>
          <w:p w:rsidR="00ED3861" w:rsidRPr="006C665E" w:rsidRDefault="00ED3861" w:rsidP="00554F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9" w:type="dxa"/>
            <w:vAlign w:val="bottom"/>
          </w:tcPr>
          <w:p w:rsidR="00ED3861" w:rsidRPr="006C665E" w:rsidRDefault="00ED3861" w:rsidP="00554F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0" w:type="dxa"/>
            <w:vAlign w:val="bottom"/>
          </w:tcPr>
          <w:p w:rsidR="00ED3861" w:rsidRPr="006C665E" w:rsidRDefault="00ED3861" w:rsidP="00554F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14 2 01 00040</w:t>
            </w:r>
          </w:p>
        </w:tc>
        <w:tc>
          <w:tcPr>
            <w:tcW w:w="712" w:type="dxa"/>
            <w:vAlign w:val="bottom"/>
          </w:tcPr>
          <w:p w:rsidR="00ED3861" w:rsidRPr="006C665E" w:rsidRDefault="00ED3861" w:rsidP="00554F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noWrap/>
            <w:vAlign w:val="bottom"/>
          </w:tcPr>
          <w:p w:rsidR="00ED3861" w:rsidRPr="006C665E" w:rsidRDefault="00ED3861" w:rsidP="00554F74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C665E">
              <w:rPr>
                <w:color w:val="000000"/>
                <w:sz w:val="26"/>
                <w:szCs w:val="26"/>
              </w:rPr>
              <w:t>200 000,0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CF75C7" w:rsidRDefault="00ED3861" w:rsidP="00554F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дополнить строками следующего содержания: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/>
      </w:tblPr>
      <w:tblGrid>
        <w:gridCol w:w="3402"/>
        <w:gridCol w:w="709"/>
        <w:gridCol w:w="567"/>
        <w:gridCol w:w="567"/>
        <w:gridCol w:w="1843"/>
        <w:gridCol w:w="709"/>
        <w:gridCol w:w="1842"/>
      </w:tblGrid>
      <w:tr w:rsidR="00ED3861" w:rsidRPr="00490E65" w:rsidTr="00554F74">
        <w:trPr>
          <w:trHeight w:val="20"/>
        </w:trPr>
        <w:tc>
          <w:tcPr>
            <w:tcW w:w="3402" w:type="dxa"/>
            <w:tcBorders>
              <w:top w:val="single" w:sz="4" w:space="0" w:color="auto"/>
            </w:tcBorders>
            <w:shd w:val="clear" w:color="000000" w:fill="auto"/>
            <w:vAlign w:val="bottom"/>
          </w:tcPr>
          <w:p w:rsidR="00ED3861" w:rsidRPr="00490E65" w:rsidRDefault="00ED3861" w:rsidP="00554F7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490E65">
              <w:rPr>
                <w:color w:val="000000"/>
                <w:sz w:val="26"/>
                <w:szCs w:val="26"/>
              </w:rPr>
              <w:t>Подпрограмма «Благоус</w:t>
            </w:r>
            <w:r w:rsidRPr="00490E65">
              <w:rPr>
                <w:color w:val="000000"/>
                <w:sz w:val="26"/>
                <w:szCs w:val="26"/>
              </w:rPr>
              <w:t>т</w:t>
            </w:r>
            <w:r w:rsidRPr="00490E65">
              <w:rPr>
                <w:color w:val="000000"/>
                <w:sz w:val="26"/>
                <w:szCs w:val="26"/>
              </w:rPr>
              <w:t>ройство населенных пун</w:t>
            </w:r>
            <w:r w:rsidRPr="00490E65">
              <w:rPr>
                <w:color w:val="000000"/>
                <w:sz w:val="26"/>
                <w:szCs w:val="26"/>
              </w:rPr>
              <w:t>к</w:t>
            </w:r>
            <w:r w:rsidRPr="00490E65">
              <w:rPr>
                <w:color w:val="000000"/>
                <w:sz w:val="26"/>
                <w:szCs w:val="26"/>
              </w:rPr>
              <w:t>тов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14 7 00 00000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auto"/>
            <w:noWrap/>
            <w:vAlign w:val="bottom"/>
          </w:tcPr>
          <w:p w:rsidR="00ED3861" w:rsidRPr="00490E65" w:rsidRDefault="00ED3861" w:rsidP="00554F74">
            <w:pPr>
              <w:jc w:val="right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27 456,54</w:t>
            </w:r>
          </w:p>
        </w:tc>
      </w:tr>
      <w:tr w:rsidR="00ED3861" w:rsidRPr="00490E65" w:rsidTr="00554F74">
        <w:trPr>
          <w:trHeight w:val="20"/>
        </w:trPr>
        <w:tc>
          <w:tcPr>
            <w:tcW w:w="3402" w:type="dxa"/>
            <w:shd w:val="clear" w:color="000000" w:fill="auto"/>
            <w:vAlign w:val="bottom"/>
          </w:tcPr>
          <w:p w:rsidR="00ED3861" w:rsidRPr="00490E65" w:rsidRDefault="00ED3861" w:rsidP="00554F74">
            <w:pPr>
              <w:jc w:val="both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Субсидии местным бюдж</w:t>
            </w:r>
            <w:r w:rsidRPr="00490E65">
              <w:rPr>
                <w:color w:val="000000"/>
                <w:sz w:val="26"/>
                <w:szCs w:val="26"/>
              </w:rPr>
              <w:t>е</w:t>
            </w:r>
            <w:r w:rsidRPr="00490E65">
              <w:rPr>
                <w:color w:val="000000"/>
                <w:sz w:val="26"/>
                <w:szCs w:val="26"/>
              </w:rPr>
              <w:t>там для софинансирования расходных обязательств, возникающих при выполн</w:t>
            </w:r>
            <w:r w:rsidRPr="00490E65">
              <w:rPr>
                <w:color w:val="000000"/>
                <w:sz w:val="26"/>
                <w:szCs w:val="26"/>
              </w:rPr>
              <w:t>е</w:t>
            </w:r>
            <w:r w:rsidRPr="00490E65">
              <w:rPr>
                <w:color w:val="000000"/>
                <w:sz w:val="26"/>
                <w:szCs w:val="26"/>
              </w:rPr>
              <w:t>нии полномочий органов местного самоуправления по вопросам местного зн</w:t>
            </w:r>
            <w:r w:rsidRPr="00490E65">
              <w:rPr>
                <w:color w:val="000000"/>
                <w:sz w:val="26"/>
                <w:szCs w:val="26"/>
              </w:rPr>
              <w:t>а</w:t>
            </w:r>
            <w:r w:rsidRPr="00490E65">
              <w:rPr>
                <w:color w:val="000000"/>
                <w:sz w:val="26"/>
                <w:szCs w:val="26"/>
              </w:rPr>
              <w:t>чения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14 7 01 00000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000000" w:fill="auto"/>
            <w:noWrap/>
            <w:vAlign w:val="bottom"/>
          </w:tcPr>
          <w:p w:rsidR="00ED3861" w:rsidRPr="00490E65" w:rsidRDefault="00ED3861" w:rsidP="00554F74">
            <w:pPr>
              <w:jc w:val="right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27 456,54</w:t>
            </w:r>
          </w:p>
        </w:tc>
      </w:tr>
      <w:tr w:rsidR="00ED3861" w:rsidRPr="00490E65" w:rsidTr="00554F74">
        <w:trPr>
          <w:trHeight w:val="20"/>
        </w:trPr>
        <w:tc>
          <w:tcPr>
            <w:tcW w:w="3402" w:type="dxa"/>
            <w:shd w:val="clear" w:color="000000" w:fill="auto"/>
            <w:vAlign w:val="bottom"/>
          </w:tcPr>
          <w:p w:rsidR="00ED3861" w:rsidRPr="00490E65" w:rsidRDefault="00ED3861" w:rsidP="00554F74">
            <w:pPr>
              <w:jc w:val="both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Обустройство мест масс</w:t>
            </w:r>
            <w:r w:rsidRPr="00490E65">
              <w:rPr>
                <w:color w:val="000000"/>
                <w:sz w:val="26"/>
                <w:szCs w:val="26"/>
              </w:rPr>
              <w:t>о</w:t>
            </w:r>
            <w:r w:rsidRPr="00490E65">
              <w:rPr>
                <w:color w:val="000000"/>
                <w:sz w:val="26"/>
                <w:szCs w:val="26"/>
              </w:rPr>
              <w:t>вого отдыха населения (г</w:t>
            </w:r>
            <w:r w:rsidRPr="00490E65">
              <w:rPr>
                <w:color w:val="000000"/>
                <w:sz w:val="26"/>
                <w:szCs w:val="26"/>
              </w:rPr>
              <w:t>о</w:t>
            </w:r>
            <w:r w:rsidRPr="00490E65">
              <w:rPr>
                <w:color w:val="000000"/>
                <w:sz w:val="26"/>
                <w:szCs w:val="26"/>
              </w:rPr>
              <w:t>родских парков)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14 7 01 R5600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000000" w:fill="auto"/>
            <w:noWrap/>
            <w:vAlign w:val="bottom"/>
          </w:tcPr>
          <w:p w:rsidR="00ED3861" w:rsidRPr="00490E65" w:rsidRDefault="00ED3861" w:rsidP="00554F74">
            <w:pPr>
              <w:jc w:val="right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27 456,54</w:t>
            </w:r>
          </w:p>
        </w:tc>
      </w:tr>
      <w:tr w:rsidR="00ED3861" w:rsidRPr="00490E65" w:rsidTr="00554F74">
        <w:trPr>
          <w:trHeight w:val="20"/>
        </w:trPr>
        <w:tc>
          <w:tcPr>
            <w:tcW w:w="3402" w:type="dxa"/>
            <w:tcBorders>
              <w:bottom w:val="single" w:sz="4" w:space="0" w:color="auto"/>
            </w:tcBorders>
            <w:shd w:val="clear" w:color="000000" w:fill="auto"/>
            <w:vAlign w:val="bottom"/>
          </w:tcPr>
          <w:p w:rsidR="00ED3861" w:rsidRPr="00490E65" w:rsidRDefault="00ED3861" w:rsidP="00554F74">
            <w:pPr>
              <w:jc w:val="both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Межбюджетные трансфе</w:t>
            </w:r>
            <w:r w:rsidRPr="00490E65">
              <w:rPr>
                <w:color w:val="000000"/>
                <w:sz w:val="26"/>
                <w:szCs w:val="26"/>
              </w:rPr>
              <w:t>р</w:t>
            </w:r>
            <w:r w:rsidRPr="00490E65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14 7 01 R5600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auto"/>
            <w:vAlign w:val="bottom"/>
          </w:tcPr>
          <w:p w:rsidR="00ED3861" w:rsidRPr="00490E65" w:rsidRDefault="00ED3861" w:rsidP="00554F74">
            <w:pPr>
              <w:jc w:val="center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:rsidR="00ED3861" w:rsidRPr="00490E65" w:rsidRDefault="00ED3861" w:rsidP="00554F74">
            <w:pPr>
              <w:jc w:val="right"/>
              <w:rPr>
                <w:color w:val="000000"/>
                <w:sz w:val="26"/>
                <w:szCs w:val="26"/>
              </w:rPr>
            </w:pPr>
            <w:r w:rsidRPr="00490E65">
              <w:rPr>
                <w:color w:val="000000"/>
                <w:sz w:val="26"/>
                <w:szCs w:val="26"/>
              </w:rPr>
              <w:t>27 456,54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9021B9" w:rsidRDefault="00ED3861" w:rsidP="00554F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9021B9">
        <w:rPr>
          <w:sz w:val="26"/>
          <w:szCs w:val="26"/>
        </w:rPr>
        <w:t xml:space="preserve">) в приложении </w:t>
      </w:r>
      <w:r>
        <w:rPr>
          <w:sz w:val="26"/>
          <w:szCs w:val="26"/>
        </w:rPr>
        <w:t>9</w:t>
      </w:r>
      <w:r w:rsidRPr="009021B9">
        <w:rPr>
          <w:sz w:val="26"/>
          <w:szCs w:val="26"/>
        </w:rPr>
        <w:t>:</w:t>
      </w:r>
    </w:p>
    <w:p w:rsidR="00ED3861" w:rsidRPr="00EE1C0E" w:rsidRDefault="00ED3861" w:rsidP="00554F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4"/>
        <w:gridCol w:w="709"/>
        <w:gridCol w:w="708"/>
        <w:gridCol w:w="1843"/>
      </w:tblGrid>
      <w:tr w:rsidR="00ED3861" w:rsidRPr="00554F74" w:rsidTr="00554F74">
        <w:trPr>
          <w:trHeight w:val="20"/>
        </w:trPr>
        <w:tc>
          <w:tcPr>
            <w:tcW w:w="6394" w:type="dxa"/>
            <w:vAlign w:val="center"/>
          </w:tcPr>
          <w:p w:rsidR="00ED3861" w:rsidRPr="00554F74" w:rsidRDefault="00ED3861" w:rsidP="00554F7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554F74">
              <w:rPr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vAlign w:val="bottom"/>
          </w:tcPr>
          <w:p w:rsidR="00ED3861" w:rsidRPr="00554F74" w:rsidRDefault="00ED3861" w:rsidP="00554F74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vAlign w:val="bottom"/>
          </w:tcPr>
          <w:p w:rsidR="00ED3861" w:rsidRPr="00554F74" w:rsidRDefault="00ED3861" w:rsidP="00554F74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noWrap/>
            <w:vAlign w:val="bottom"/>
          </w:tcPr>
          <w:p w:rsidR="00ED3861" w:rsidRPr="00554F74" w:rsidRDefault="00ED3861" w:rsidP="00554F74">
            <w:pPr>
              <w:ind w:left="-57" w:right="-57"/>
              <w:jc w:val="right"/>
              <w:rPr>
                <w:bCs/>
                <w:color w:val="000000"/>
                <w:sz w:val="26"/>
                <w:szCs w:val="26"/>
              </w:rPr>
            </w:pPr>
            <w:r w:rsidRPr="00554F74">
              <w:rPr>
                <w:bCs/>
                <w:color w:val="000000"/>
                <w:sz w:val="26"/>
                <w:szCs w:val="26"/>
              </w:rPr>
              <w:t>133 472 987,2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EE1C0E" w:rsidRDefault="00ED3861" w:rsidP="00554F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цифры «</w:t>
      </w:r>
      <w:r w:rsidRPr="00EE1C0E">
        <w:rPr>
          <w:bCs/>
          <w:color w:val="000000"/>
          <w:sz w:val="26"/>
          <w:szCs w:val="26"/>
        </w:rPr>
        <w:t>133 472 987,2</w:t>
      </w:r>
      <w:r w:rsidRPr="00EE1C0E">
        <w:rPr>
          <w:sz w:val="26"/>
          <w:szCs w:val="26"/>
        </w:rPr>
        <w:t>» заменить цифрами «</w:t>
      </w:r>
      <w:r w:rsidRPr="00490E65">
        <w:rPr>
          <w:bCs/>
          <w:color w:val="000000"/>
          <w:sz w:val="26"/>
          <w:szCs w:val="26"/>
        </w:rPr>
        <w:t>133 492 143,74</w:t>
      </w:r>
      <w:r w:rsidRPr="00EE1C0E">
        <w:rPr>
          <w:sz w:val="26"/>
          <w:szCs w:val="26"/>
        </w:rPr>
        <w:t>»;</w:t>
      </w:r>
    </w:p>
    <w:p w:rsidR="00ED3861" w:rsidRPr="00EE1C0E" w:rsidRDefault="00ED3861" w:rsidP="00554F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4"/>
        <w:gridCol w:w="709"/>
        <w:gridCol w:w="708"/>
        <w:gridCol w:w="1843"/>
      </w:tblGrid>
      <w:tr w:rsidR="00ED3861" w:rsidRPr="00554F74" w:rsidTr="00554F74">
        <w:trPr>
          <w:trHeight w:val="20"/>
        </w:trPr>
        <w:tc>
          <w:tcPr>
            <w:tcW w:w="6394" w:type="dxa"/>
            <w:vAlign w:val="center"/>
          </w:tcPr>
          <w:p w:rsidR="00ED3861" w:rsidRPr="00554F74" w:rsidRDefault="00ED3861" w:rsidP="00554F7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554F74">
              <w:rPr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ED3861" w:rsidRPr="00554F74" w:rsidRDefault="00ED3861" w:rsidP="00554F74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554F74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8" w:type="dxa"/>
            <w:vAlign w:val="bottom"/>
          </w:tcPr>
          <w:p w:rsidR="00ED3861" w:rsidRPr="00554F74" w:rsidRDefault="00ED3861" w:rsidP="00554F74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554F74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3" w:type="dxa"/>
            <w:noWrap/>
            <w:vAlign w:val="bottom"/>
          </w:tcPr>
          <w:p w:rsidR="00ED3861" w:rsidRPr="00554F74" w:rsidRDefault="00ED3861" w:rsidP="00554F74">
            <w:pPr>
              <w:ind w:left="-57" w:right="-57"/>
              <w:jc w:val="right"/>
              <w:rPr>
                <w:bCs/>
                <w:color w:val="000000"/>
                <w:sz w:val="26"/>
                <w:szCs w:val="26"/>
              </w:rPr>
            </w:pPr>
            <w:r w:rsidRPr="00554F74">
              <w:rPr>
                <w:bCs/>
                <w:color w:val="000000"/>
                <w:sz w:val="26"/>
                <w:szCs w:val="26"/>
              </w:rPr>
              <w:t>4 222 157,0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554F74" w:rsidRDefault="00ED3861" w:rsidP="00554F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54F74">
        <w:rPr>
          <w:sz w:val="26"/>
          <w:szCs w:val="26"/>
        </w:rPr>
        <w:t>цифры «</w:t>
      </w:r>
      <w:r w:rsidRPr="00554F74">
        <w:rPr>
          <w:bCs/>
          <w:color w:val="000000"/>
          <w:sz w:val="26"/>
          <w:szCs w:val="26"/>
        </w:rPr>
        <w:t>4 222 157,0</w:t>
      </w:r>
      <w:r w:rsidRPr="00554F74">
        <w:rPr>
          <w:sz w:val="26"/>
          <w:szCs w:val="26"/>
        </w:rPr>
        <w:t>» заменить цифрами «</w:t>
      </w:r>
      <w:r w:rsidRPr="00A34C5A">
        <w:rPr>
          <w:bCs/>
          <w:sz w:val="26"/>
          <w:szCs w:val="26"/>
        </w:rPr>
        <w:t>4 599 613,54</w:t>
      </w:r>
      <w:r w:rsidRPr="00554F74">
        <w:rPr>
          <w:sz w:val="26"/>
          <w:szCs w:val="26"/>
        </w:rPr>
        <w:t>»;</w:t>
      </w:r>
    </w:p>
    <w:p w:rsidR="00ED3861" w:rsidRPr="00EE1C0E" w:rsidRDefault="00ED3861" w:rsidP="00554F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4"/>
        <w:gridCol w:w="709"/>
        <w:gridCol w:w="708"/>
        <w:gridCol w:w="1843"/>
      </w:tblGrid>
      <w:tr w:rsidR="00ED3861" w:rsidRPr="006930B3" w:rsidTr="00554F74">
        <w:trPr>
          <w:trHeight w:val="20"/>
        </w:trPr>
        <w:tc>
          <w:tcPr>
            <w:tcW w:w="6394" w:type="dxa"/>
            <w:vAlign w:val="center"/>
          </w:tcPr>
          <w:p w:rsidR="00ED3861" w:rsidRPr="006930B3" w:rsidRDefault="00ED3861" w:rsidP="00554F7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30B3">
              <w:rPr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vAlign w:val="bottom"/>
          </w:tcPr>
          <w:p w:rsidR="00ED3861" w:rsidRPr="006930B3" w:rsidRDefault="00ED3861" w:rsidP="00554F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30B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708" w:type="dxa"/>
            <w:vAlign w:val="bottom"/>
          </w:tcPr>
          <w:p w:rsidR="00ED3861" w:rsidRPr="006930B3" w:rsidRDefault="00ED3861" w:rsidP="00554F74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30B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noWrap/>
            <w:vAlign w:val="bottom"/>
          </w:tcPr>
          <w:p w:rsidR="00ED3861" w:rsidRPr="006930B3" w:rsidRDefault="00ED3861" w:rsidP="00554F74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30B3">
              <w:rPr>
                <w:color w:val="000000"/>
                <w:sz w:val="26"/>
                <w:szCs w:val="26"/>
              </w:rPr>
              <w:t>813 925,6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554F74" w:rsidRDefault="00ED3861" w:rsidP="00554F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54F74">
        <w:rPr>
          <w:sz w:val="26"/>
          <w:szCs w:val="26"/>
        </w:rPr>
        <w:t>цифры «</w:t>
      </w:r>
      <w:r w:rsidRPr="006930B3">
        <w:rPr>
          <w:color w:val="000000"/>
          <w:sz w:val="26"/>
          <w:szCs w:val="26"/>
        </w:rPr>
        <w:t>813 925,6</w:t>
      </w:r>
      <w:r w:rsidRPr="00554F74">
        <w:rPr>
          <w:sz w:val="26"/>
          <w:szCs w:val="26"/>
        </w:rPr>
        <w:t>» заменить цифрами «</w:t>
      </w:r>
      <w:r w:rsidRPr="00A34C5A">
        <w:rPr>
          <w:sz w:val="26"/>
          <w:szCs w:val="26"/>
        </w:rPr>
        <w:t>1 163 925,60</w:t>
      </w:r>
      <w:r w:rsidRPr="00554F74">
        <w:rPr>
          <w:sz w:val="26"/>
          <w:szCs w:val="26"/>
        </w:rPr>
        <w:t>»;</w:t>
      </w:r>
    </w:p>
    <w:p w:rsidR="00ED3861" w:rsidRPr="00EE1C0E" w:rsidRDefault="00ED3861" w:rsidP="00554F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4"/>
        <w:gridCol w:w="709"/>
        <w:gridCol w:w="708"/>
        <w:gridCol w:w="1843"/>
      </w:tblGrid>
      <w:tr w:rsidR="00ED3861" w:rsidRPr="006930B3" w:rsidTr="00D511F6">
        <w:trPr>
          <w:trHeight w:val="20"/>
        </w:trPr>
        <w:tc>
          <w:tcPr>
            <w:tcW w:w="6394" w:type="dxa"/>
            <w:vAlign w:val="center"/>
          </w:tcPr>
          <w:p w:rsidR="00ED3861" w:rsidRPr="006930B3" w:rsidRDefault="00ED3861" w:rsidP="001F697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30B3">
              <w:rPr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vAlign w:val="bottom"/>
          </w:tcPr>
          <w:p w:rsidR="00ED3861" w:rsidRPr="006930B3" w:rsidRDefault="00ED3861" w:rsidP="001F6976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30B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708" w:type="dxa"/>
            <w:vAlign w:val="bottom"/>
          </w:tcPr>
          <w:p w:rsidR="00ED3861" w:rsidRPr="006930B3" w:rsidRDefault="00ED3861" w:rsidP="001F6976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30B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noWrap/>
            <w:vAlign w:val="bottom"/>
          </w:tcPr>
          <w:p w:rsidR="00ED3861" w:rsidRPr="006930B3" w:rsidRDefault="00ED3861" w:rsidP="001F6976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30B3">
              <w:rPr>
                <w:color w:val="000000"/>
                <w:sz w:val="26"/>
                <w:szCs w:val="26"/>
              </w:rPr>
              <w:t>486 892,6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554F74" w:rsidRDefault="00ED3861" w:rsidP="00D511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54F74">
        <w:rPr>
          <w:sz w:val="26"/>
          <w:szCs w:val="26"/>
        </w:rPr>
        <w:t>цифры «</w:t>
      </w:r>
      <w:r w:rsidRPr="006930B3">
        <w:rPr>
          <w:color w:val="000000"/>
          <w:sz w:val="26"/>
          <w:szCs w:val="26"/>
        </w:rPr>
        <w:t>486 892,6</w:t>
      </w:r>
      <w:r w:rsidRPr="00554F74">
        <w:rPr>
          <w:sz w:val="26"/>
          <w:szCs w:val="26"/>
        </w:rPr>
        <w:t>» заменить цифрами «</w:t>
      </w:r>
      <w:r w:rsidRPr="00A34C5A">
        <w:rPr>
          <w:sz w:val="26"/>
          <w:szCs w:val="26"/>
        </w:rPr>
        <w:t>514 349,14</w:t>
      </w:r>
      <w:r w:rsidRPr="00554F74">
        <w:rPr>
          <w:sz w:val="26"/>
          <w:szCs w:val="26"/>
        </w:rPr>
        <w:t>»;</w:t>
      </w:r>
    </w:p>
    <w:p w:rsidR="00ED3861" w:rsidRPr="00EE1C0E" w:rsidRDefault="00ED3861" w:rsidP="00D511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E1C0E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4"/>
        <w:gridCol w:w="709"/>
        <w:gridCol w:w="708"/>
        <w:gridCol w:w="1843"/>
      </w:tblGrid>
      <w:tr w:rsidR="00ED3861" w:rsidRPr="00D511F6" w:rsidTr="00D511F6">
        <w:trPr>
          <w:trHeight w:val="20"/>
        </w:trPr>
        <w:tc>
          <w:tcPr>
            <w:tcW w:w="6394" w:type="dxa"/>
            <w:vAlign w:val="center"/>
          </w:tcPr>
          <w:p w:rsidR="00ED3861" w:rsidRPr="00D511F6" w:rsidRDefault="00ED3861" w:rsidP="001F6976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D511F6">
              <w:rPr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ED3861" w:rsidRPr="00D511F6" w:rsidRDefault="00ED3861" w:rsidP="001F6976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511F6"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vAlign w:val="bottom"/>
          </w:tcPr>
          <w:p w:rsidR="00ED3861" w:rsidRPr="00D511F6" w:rsidRDefault="00ED3861" w:rsidP="001F6976">
            <w:pPr>
              <w:ind w:left="-57" w:right="-57"/>
              <w:jc w:val="center"/>
              <w:rPr>
                <w:bCs/>
                <w:color w:val="000000"/>
                <w:sz w:val="26"/>
                <w:szCs w:val="26"/>
              </w:rPr>
            </w:pPr>
            <w:r w:rsidRPr="00D511F6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3" w:type="dxa"/>
            <w:noWrap/>
            <w:vAlign w:val="bottom"/>
          </w:tcPr>
          <w:p w:rsidR="00ED3861" w:rsidRPr="00D511F6" w:rsidRDefault="00ED3861" w:rsidP="001F6976">
            <w:pPr>
              <w:ind w:left="-57" w:right="-57"/>
              <w:jc w:val="right"/>
              <w:rPr>
                <w:bCs/>
                <w:color w:val="000000"/>
                <w:sz w:val="26"/>
                <w:szCs w:val="26"/>
              </w:rPr>
            </w:pPr>
            <w:r w:rsidRPr="00D511F6">
              <w:rPr>
                <w:bCs/>
                <w:color w:val="000000"/>
                <w:sz w:val="26"/>
                <w:szCs w:val="26"/>
              </w:rPr>
              <w:t>50 239 134,6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D511F6" w:rsidRDefault="00ED3861" w:rsidP="00D511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511F6">
        <w:rPr>
          <w:sz w:val="26"/>
          <w:szCs w:val="26"/>
        </w:rPr>
        <w:t>цифры «</w:t>
      </w:r>
      <w:r w:rsidRPr="00D511F6">
        <w:rPr>
          <w:bCs/>
          <w:color w:val="000000"/>
          <w:sz w:val="26"/>
          <w:szCs w:val="26"/>
        </w:rPr>
        <w:t>50 239 134,6</w:t>
      </w:r>
      <w:r w:rsidRPr="00D511F6">
        <w:rPr>
          <w:sz w:val="26"/>
          <w:szCs w:val="26"/>
        </w:rPr>
        <w:t>» заменить цифрами «</w:t>
      </w:r>
      <w:r w:rsidRPr="00A34C5A">
        <w:rPr>
          <w:bCs/>
          <w:sz w:val="26"/>
          <w:szCs w:val="26"/>
        </w:rPr>
        <w:t>49 880 834,60</w:t>
      </w:r>
      <w:r w:rsidRPr="00D511F6">
        <w:rPr>
          <w:sz w:val="26"/>
          <w:szCs w:val="26"/>
        </w:rPr>
        <w:t>»;</w:t>
      </w:r>
    </w:p>
    <w:p w:rsidR="00ED3861" w:rsidRPr="00D511F6" w:rsidRDefault="00ED3861" w:rsidP="00D511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511F6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4"/>
        <w:gridCol w:w="709"/>
        <w:gridCol w:w="708"/>
        <w:gridCol w:w="1843"/>
      </w:tblGrid>
      <w:tr w:rsidR="00ED3861" w:rsidRPr="006930B3" w:rsidTr="00D511F6">
        <w:trPr>
          <w:trHeight w:val="20"/>
        </w:trPr>
        <w:tc>
          <w:tcPr>
            <w:tcW w:w="6394" w:type="dxa"/>
            <w:vAlign w:val="center"/>
          </w:tcPr>
          <w:p w:rsidR="00ED3861" w:rsidRPr="006930B3" w:rsidRDefault="00ED3861" w:rsidP="001F697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30B3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vAlign w:val="bottom"/>
          </w:tcPr>
          <w:p w:rsidR="00ED3861" w:rsidRPr="006930B3" w:rsidRDefault="00ED3861" w:rsidP="001F6976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30B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vAlign w:val="bottom"/>
          </w:tcPr>
          <w:p w:rsidR="00ED3861" w:rsidRPr="006930B3" w:rsidRDefault="00ED3861" w:rsidP="001F6976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6930B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noWrap/>
            <w:vAlign w:val="bottom"/>
          </w:tcPr>
          <w:p w:rsidR="00ED3861" w:rsidRPr="006930B3" w:rsidRDefault="00ED3861" w:rsidP="001F6976">
            <w:pPr>
              <w:ind w:left="-57" w:right="-57"/>
              <w:jc w:val="right"/>
              <w:rPr>
                <w:color w:val="000000"/>
                <w:sz w:val="26"/>
                <w:szCs w:val="26"/>
              </w:rPr>
            </w:pPr>
            <w:r w:rsidRPr="006930B3">
              <w:rPr>
                <w:color w:val="000000"/>
                <w:sz w:val="26"/>
                <w:szCs w:val="26"/>
              </w:rPr>
              <w:t>40 388 809,9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D3861" w:rsidRPr="00D511F6" w:rsidRDefault="00ED3861" w:rsidP="00D511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511F6">
        <w:rPr>
          <w:sz w:val="26"/>
          <w:szCs w:val="26"/>
        </w:rPr>
        <w:t>цифры «</w:t>
      </w:r>
      <w:r w:rsidRPr="006930B3">
        <w:rPr>
          <w:color w:val="000000"/>
          <w:sz w:val="26"/>
          <w:szCs w:val="26"/>
        </w:rPr>
        <w:t>40 388 809,9</w:t>
      </w:r>
      <w:r w:rsidRPr="00D511F6">
        <w:rPr>
          <w:sz w:val="26"/>
          <w:szCs w:val="26"/>
        </w:rPr>
        <w:t>» заменить цифрами «</w:t>
      </w:r>
      <w:r w:rsidRPr="00A34C5A">
        <w:rPr>
          <w:sz w:val="26"/>
          <w:szCs w:val="26"/>
        </w:rPr>
        <w:t>40 030 509,90</w:t>
      </w:r>
      <w:r w:rsidRPr="00D511F6">
        <w:rPr>
          <w:sz w:val="26"/>
          <w:szCs w:val="26"/>
        </w:rPr>
        <w:t>»;</w:t>
      </w:r>
    </w:p>
    <w:p w:rsidR="00ED3861" w:rsidRPr="007F0396" w:rsidRDefault="00ED3861" w:rsidP="001F267C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6</w:t>
      </w:r>
      <w:r w:rsidRPr="007F0396">
        <w:rPr>
          <w:spacing w:val="-6"/>
          <w:sz w:val="26"/>
          <w:szCs w:val="26"/>
        </w:rPr>
        <w:t xml:space="preserve">) приложение 15 изложить в новой редакции (приложение </w:t>
      </w:r>
      <w:r>
        <w:rPr>
          <w:spacing w:val="-6"/>
          <w:sz w:val="26"/>
          <w:szCs w:val="26"/>
        </w:rPr>
        <w:t>1</w:t>
      </w:r>
      <w:r w:rsidRPr="007F0396">
        <w:rPr>
          <w:spacing w:val="-6"/>
          <w:sz w:val="26"/>
          <w:szCs w:val="26"/>
        </w:rPr>
        <w:t xml:space="preserve"> к настоящему Зак</w:t>
      </w:r>
      <w:r w:rsidRPr="007F0396">
        <w:rPr>
          <w:spacing w:val="-6"/>
          <w:sz w:val="26"/>
          <w:szCs w:val="26"/>
        </w:rPr>
        <w:t>о</w:t>
      </w:r>
      <w:r w:rsidRPr="007F0396">
        <w:rPr>
          <w:spacing w:val="-6"/>
          <w:sz w:val="26"/>
          <w:szCs w:val="26"/>
        </w:rPr>
        <w:t>ну)</w:t>
      </w:r>
      <w:r w:rsidRPr="007F0396">
        <w:rPr>
          <w:sz w:val="26"/>
          <w:szCs w:val="26"/>
        </w:rPr>
        <w:t>;</w:t>
      </w:r>
    </w:p>
    <w:p w:rsidR="00ED3861" w:rsidRPr="007F0396" w:rsidRDefault="00ED3861" w:rsidP="003B64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pacing w:val="-6"/>
          <w:sz w:val="26"/>
          <w:szCs w:val="26"/>
        </w:rPr>
        <w:t>7</w:t>
      </w:r>
      <w:r w:rsidRPr="007F0396">
        <w:rPr>
          <w:spacing w:val="-6"/>
          <w:sz w:val="26"/>
          <w:szCs w:val="26"/>
        </w:rPr>
        <w:t xml:space="preserve">) приложение 16 изложить в новой редакции (приложение </w:t>
      </w:r>
      <w:r>
        <w:rPr>
          <w:spacing w:val="-6"/>
          <w:sz w:val="26"/>
          <w:szCs w:val="26"/>
        </w:rPr>
        <w:t>2</w:t>
      </w:r>
      <w:r w:rsidRPr="007F0396">
        <w:rPr>
          <w:spacing w:val="-6"/>
          <w:sz w:val="26"/>
          <w:szCs w:val="26"/>
        </w:rPr>
        <w:t xml:space="preserve"> к настоящему Зак</w:t>
      </w:r>
      <w:r w:rsidRPr="007F0396">
        <w:rPr>
          <w:spacing w:val="-6"/>
          <w:sz w:val="26"/>
          <w:szCs w:val="26"/>
        </w:rPr>
        <w:t>о</w:t>
      </w:r>
      <w:r w:rsidRPr="007F0396">
        <w:rPr>
          <w:spacing w:val="-6"/>
          <w:sz w:val="26"/>
          <w:szCs w:val="26"/>
        </w:rPr>
        <w:t>ну)</w:t>
      </w:r>
      <w:r w:rsidRPr="007F0396">
        <w:rPr>
          <w:sz w:val="26"/>
          <w:szCs w:val="26"/>
        </w:rPr>
        <w:t>;</w:t>
      </w:r>
    </w:p>
    <w:p w:rsidR="00ED3861" w:rsidRPr="007F0396" w:rsidRDefault="00ED3861" w:rsidP="00422770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8</w:t>
      </w:r>
      <w:r w:rsidRPr="007F0396">
        <w:rPr>
          <w:spacing w:val="-6"/>
          <w:sz w:val="26"/>
          <w:szCs w:val="26"/>
        </w:rPr>
        <w:t xml:space="preserve">) приложение 17 изложить в новой редакции (приложение </w:t>
      </w:r>
      <w:r>
        <w:rPr>
          <w:spacing w:val="-6"/>
          <w:sz w:val="26"/>
          <w:szCs w:val="26"/>
        </w:rPr>
        <w:t>3</w:t>
      </w:r>
      <w:r w:rsidRPr="007F0396">
        <w:rPr>
          <w:spacing w:val="-6"/>
          <w:sz w:val="26"/>
          <w:szCs w:val="26"/>
        </w:rPr>
        <w:t xml:space="preserve"> к настоящему Зак</w:t>
      </w:r>
      <w:r w:rsidRPr="007F0396">
        <w:rPr>
          <w:spacing w:val="-6"/>
          <w:sz w:val="26"/>
          <w:szCs w:val="26"/>
        </w:rPr>
        <w:t>о</w:t>
      </w:r>
      <w:r w:rsidRPr="007F0396">
        <w:rPr>
          <w:spacing w:val="-6"/>
          <w:sz w:val="26"/>
          <w:szCs w:val="26"/>
        </w:rPr>
        <w:t>ну)</w:t>
      </w:r>
      <w:r w:rsidRPr="007F0396">
        <w:rPr>
          <w:sz w:val="26"/>
          <w:szCs w:val="26"/>
        </w:rPr>
        <w:t>;</w:t>
      </w:r>
    </w:p>
    <w:p w:rsidR="00ED3861" w:rsidRPr="007F0396" w:rsidRDefault="00ED3861" w:rsidP="000068DE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9</w:t>
      </w:r>
      <w:r w:rsidRPr="007F0396">
        <w:rPr>
          <w:spacing w:val="-6"/>
          <w:sz w:val="26"/>
          <w:szCs w:val="26"/>
        </w:rPr>
        <w:t xml:space="preserve">) приложение 18 изложить в новой редакции (приложение </w:t>
      </w:r>
      <w:r>
        <w:rPr>
          <w:spacing w:val="-6"/>
          <w:sz w:val="26"/>
          <w:szCs w:val="26"/>
        </w:rPr>
        <w:t>4</w:t>
      </w:r>
      <w:r w:rsidRPr="007F0396">
        <w:rPr>
          <w:spacing w:val="-6"/>
          <w:sz w:val="26"/>
          <w:szCs w:val="26"/>
        </w:rPr>
        <w:t xml:space="preserve"> к настоящему Закону)</w:t>
      </w:r>
      <w:r>
        <w:rPr>
          <w:sz w:val="26"/>
          <w:szCs w:val="26"/>
        </w:rPr>
        <w:t>.</w:t>
      </w:r>
    </w:p>
    <w:p w:rsidR="00ED3861" w:rsidRPr="00847E1F" w:rsidRDefault="00ED3861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ED3861" w:rsidRPr="00847E1F" w:rsidRDefault="00ED3861" w:rsidP="0081305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47E1F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847E1F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847E1F">
        <w:rPr>
          <w:rFonts w:ascii="Times New Roman" w:hAnsi="Times New Roman" w:cs="Times New Roman"/>
          <w:sz w:val="26"/>
          <w:szCs w:val="26"/>
        </w:rPr>
        <w:t>б</w:t>
      </w:r>
      <w:r w:rsidRPr="00847E1F">
        <w:rPr>
          <w:rFonts w:ascii="Times New Roman" w:hAnsi="Times New Roman" w:cs="Times New Roman"/>
          <w:sz w:val="26"/>
          <w:szCs w:val="26"/>
        </w:rPr>
        <w:t>ликования.</w:t>
      </w:r>
    </w:p>
    <w:p w:rsidR="00ED3861" w:rsidRPr="00847E1F" w:rsidRDefault="00ED3861" w:rsidP="00FF32D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D3861" w:rsidRPr="00847E1F" w:rsidRDefault="00ED3861" w:rsidP="00FF32D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ED3861" w:rsidRPr="00A33F1D" w:rsidTr="00A4162D">
        <w:tc>
          <w:tcPr>
            <w:tcW w:w="4927" w:type="dxa"/>
          </w:tcPr>
          <w:p w:rsidR="00ED3861" w:rsidRPr="00A4162D" w:rsidRDefault="00ED3861" w:rsidP="00A4162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  <w:p w:rsidR="00ED3861" w:rsidRPr="00A4162D" w:rsidRDefault="00ED3861" w:rsidP="00A4162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Губернатор </w:t>
            </w:r>
            <w:r w:rsidRPr="00A4162D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ED3861" w:rsidRPr="00A4162D" w:rsidRDefault="00ED3861" w:rsidP="00A4162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3861" w:rsidRPr="00A4162D" w:rsidRDefault="00ED3861" w:rsidP="00A4162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</w:tc>
      </w:tr>
    </w:tbl>
    <w:p w:rsidR="00ED3861" w:rsidRPr="00A33F1D" w:rsidRDefault="00ED3861" w:rsidP="00A966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D3861" w:rsidRPr="00A33F1D" w:rsidSect="00554F74">
      <w:footerReference w:type="even" r:id="rId7"/>
      <w:footerReference w:type="default" r:id="rId8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861" w:rsidRDefault="00ED3861">
      <w:r>
        <w:separator/>
      </w:r>
    </w:p>
  </w:endnote>
  <w:endnote w:type="continuationSeparator" w:id="0">
    <w:p w:rsidR="00ED3861" w:rsidRDefault="00ED3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861" w:rsidRDefault="00ED38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3861" w:rsidRDefault="00ED386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861" w:rsidRPr="000667A6" w:rsidRDefault="00ED3861">
    <w:pPr>
      <w:pStyle w:val="Footer"/>
      <w:framePr w:wrap="around" w:vAnchor="text" w:hAnchor="margin" w:xAlign="right" w:y="1"/>
      <w:rPr>
        <w:rStyle w:val="PageNumber"/>
      </w:rPr>
    </w:pPr>
    <w:r w:rsidRPr="000667A6">
      <w:rPr>
        <w:rStyle w:val="PageNumber"/>
      </w:rPr>
      <w:fldChar w:fldCharType="begin"/>
    </w:r>
    <w:r w:rsidRPr="000667A6">
      <w:rPr>
        <w:rStyle w:val="PageNumber"/>
      </w:rPr>
      <w:instrText xml:space="preserve">PAGE  </w:instrText>
    </w:r>
    <w:r w:rsidRPr="000667A6">
      <w:rPr>
        <w:rStyle w:val="PageNumber"/>
      </w:rPr>
      <w:fldChar w:fldCharType="separate"/>
    </w:r>
    <w:r>
      <w:rPr>
        <w:rStyle w:val="PageNumber"/>
        <w:noProof/>
      </w:rPr>
      <w:t>6</w:t>
    </w:r>
    <w:r w:rsidRPr="000667A6">
      <w:rPr>
        <w:rStyle w:val="PageNumber"/>
      </w:rPr>
      <w:fldChar w:fldCharType="end"/>
    </w:r>
  </w:p>
  <w:p w:rsidR="00ED3861" w:rsidRDefault="00ED3861" w:rsidP="006C47C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861" w:rsidRDefault="00ED3861">
      <w:r>
        <w:separator/>
      </w:r>
    </w:p>
  </w:footnote>
  <w:footnote w:type="continuationSeparator" w:id="0">
    <w:p w:rsidR="00ED3861" w:rsidRDefault="00ED38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20"/>
  </w:num>
  <w:num w:numId="4">
    <w:abstractNumId w:val="22"/>
  </w:num>
  <w:num w:numId="5">
    <w:abstractNumId w:val="13"/>
  </w:num>
  <w:num w:numId="6">
    <w:abstractNumId w:val="26"/>
  </w:num>
  <w:num w:numId="7">
    <w:abstractNumId w:val="9"/>
  </w:num>
  <w:num w:numId="8">
    <w:abstractNumId w:val="19"/>
  </w:num>
  <w:num w:numId="9">
    <w:abstractNumId w:val="3"/>
  </w:num>
  <w:num w:numId="10">
    <w:abstractNumId w:val="4"/>
  </w:num>
  <w:num w:numId="11">
    <w:abstractNumId w:val="7"/>
  </w:num>
  <w:num w:numId="12">
    <w:abstractNumId w:val="25"/>
  </w:num>
  <w:num w:numId="13">
    <w:abstractNumId w:val="2"/>
  </w:num>
  <w:num w:numId="14">
    <w:abstractNumId w:val="12"/>
  </w:num>
  <w:num w:numId="15">
    <w:abstractNumId w:val="14"/>
  </w:num>
  <w:num w:numId="16">
    <w:abstractNumId w:val="21"/>
  </w:num>
  <w:num w:numId="17">
    <w:abstractNumId w:val="10"/>
  </w:num>
  <w:num w:numId="18">
    <w:abstractNumId w:val="16"/>
  </w:num>
  <w:num w:numId="19">
    <w:abstractNumId w:val="1"/>
  </w:num>
  <w:num w:numId="20">
    <w:abstractNumId w:val="23"/>
  </w:num>
  <w:num w:numId="21">
    <w:abstractNumId w:val="6"/>
  </w:num>
  <w:num w:numId="22">
    <w:abstractNumId w:val="18"/>
  </w:num>
  <w:num w:numId="23">
    <w:abstractNumId w:val="24"/>
  </w:num>
  <w:num w:numId="24">
    <w:abstractNumId w:val="8"/>
  </w:num>
  <w:num w:numId="25">
    <w:abstractNumId w:val="5"/>
  </w:num>
  <w:num w:numId="26">
    <w:abstractNumId w:val="17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B81"/>
    <w:rsid w:val="00002FC7"/>
    <w:rsid w:val="00003469"/>
    <w:rsid w:val="00005313"/>
    <w:rsid w:val="000057FF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49B6"/>
    <w:rsid w:val="000249E1"/>
    <w:rsid w:val="00024A89"/>
    <w:rsid w:val="00024FFA"/>
    <w:rsid w:val="0002546C"/>
    <w:rsid w:val="00025A1B"/>
    <w:rsid w:val="00025AAB"/>
    <w:rsid w:val="00025F5F"/>
    <w:rsid w:val="000268BA"/>
    <w:rsid w:val="00026A90"/>
    <w:rsid w:val="000272B9"/>
    <w:rsid w:val="000274F5"/>
    <w:rsid w:val="00027A9B"/>
    <w:rsid w:val="000301EB"/>
    <w:rsid w:val="00030369"/>
    <w:rsid w:val="0003109E"/>
    <w:rsid w:val="00031105"/>
    <w:rsid w:val="00031E83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207"/>
    <w:rsid w:val="00040DEC"/>
    <w:rsid w:val="00041B04"/>
    <w:rsid w:val="000427B7"/>
    <w:rsid w:val="00042A3B"/>
    <w:rsid w:val="00042B3B"/>
    <w:rsid w:val="00042C3B"/>
    <w:rsid w:val="00042C76"/>
    <w:rsid w:val="000434F3"/>
    <w:rsid w:val="000437CF"/>
    <w:rsid w:val="000438A0"/>
    <w:rsid w:val="00043D96"/>
    <w:rsid w:val="00043E5D"/>
    <w:rsid w:val="00045C6B"/>
    <w:rsid w:val="0004710C"/>
    <w:rsid w:val="0004712F"/>
    <w:rsid w:val="00047770"/>
    <w:rsid w:val="0004794D"/>
    <w:rsid w:val="00047DF1"/>
    <w:rsid w:val="00050B7C"/>
    <w:rsid w:val="00050BF5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EEC"/>
    <w:rsid w:val="000554D2"/>
    <w:rsid w:val="00055808"/>
    <w:rsid w:val="00055C5C"/>
    <w:rsid w:val="00056990"/>
    <w:rsid w:val="000571B3"/>
    <w:rsid w:val="00057DA6"/>
    <w:rsid w:val="0006021B"/>
    <w:rsid w:val="00060806"/>
    <w:rsid w:val="000609AA"/>
    <w:rsid w:val="000615D0"/>
    <w:rsid w:val="00061E9E"/>
    <w:rsid w:val="00063088"/>
    <w:rsid w:val="000634BF"/>
    <w:rsid w:val="00063F51"/>
    <w:rsid w:val="00065241"/>
    <w:rsid w:val="00065A92"/>
    <w:rsid w:val="000667A6"/>
    <w:rsid w:val="00066B10"/>
    <w:rsid w:val="00066BCD"/>
    <w:rsid w:val="00066C91"/>
    <w:rsid w:val="000679FA"/>
    <w:rsid w:val="00071E4F"/>
    <w:rsid w:val="00071FA0"/>
    <w:rsid w:val="000721F9"/>
    <w:rsid w:val="0007299E"/>
    <w:rsid w:val="00072B58"/>
    <w:rsid w:val="00072D4B"/>
    <w:rsid w:val="000735E1"/>
    <w:rsid w:val="00074609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90539"/>
    <w:rsid w:val="00090A52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67F"/>
    <w:rsid w:val="00094F55"/>
    <w:rsid w:val="0009565B"/>
    <w:rsid w:val="00095BD0"/>
    <w:rsid w:val="00095D8D"/>
    <w:rsid w:val="00096199"/>
    <w:rsid w:val="000966DA"/>
    <w:rsid w:val="00097AD2"/>
    <w:rsid w:val="00097C88"/>
    <w:rsid w:val="000A1947"/>
    <w:rsid w:val="000A1AD6"/>
    <w:rsid w:val="000A2B66"/>
    <w:rsid w:val="000A3EDC"/>
    <w:rsid w:val="000A4AAE"/>
    <w:rsid w:val="000A4D26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A3"/>
    <w:rsid w:val="000B354A"/>
    <w:rsid w:val="000B552B"/>
    <w:rsid w:val="000B5958"/>
    <w:rsid w:val="000B5E23"/>
    <w:rsid w:val="000B6FCA"/>
    <w:rsid w:val="000B6FE3"/>
    <w:rsid w:val="000B70C2"/>
    <w:rsid w:val="000C01E2"/>
    <w:rsid w:val="000C07DF"/>
    <w:rsid w:val="000C09F1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61C5"/>
    <w:rsid w:val="000E6AB9"/>
    <w:rsid w:val="000F08D2"/>
    <w:rsid w:val="000F0C76"/>
    <w:rsid w:val="000F0FD1"/>
    <w:rsid w:val="000F1116"/>
    <w:rsid w:val="000F1487"/>
    <w:rsid w:val="000F1488"/>
    <w:rsid w:val="000F1CC2"/>
    <w:rsid w:val="000F1EA2"/>
    <w:rsid w:val="000F2E22"/>
    <w:rsid w:val="000F2F98"/>
    <w:rsid w:val="000F2FAD"/>
    <w:rsid w:val="000F3296"/>
    <w:rsid w:val="000F35E5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30A4"/>
    <w:rsid w:val="00103255"/>
    <w:rsid w:val="00103C87"/>
    <w:rsid w:val="0010446F"/>
    <w:rsid w:val="00104628"/>
    <w:rsid w:val="00104D20"/>
    <w:rsid w:val="00105E9C"/>
    <w:rsid w:val="00105F78"/>
    <w:rsid w:val="001061B5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32BC"/>
    <w:rsid w:val="001134CE"/>
    <w:rsid w:val="00113923"/>
    <w:rsid w:val="00113DAA"/>
    <w:rsid w:val="00113E71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7A55"/>
    <w:rsid w:val="00127AE6"/>
    <w:rsid w:val="001317D1"/>
    <w:rsid w:val="00133B8C"/>
    <w:rsid w:val="00133E20"/>
    <w:rsid w:val="0013459A"/>
    <w:rsid w:val="00134E99"/>
    <w:rsid w:val="00135EDC"/>
    <w:rsid w:val="00136AE3"/>
    <w:rsid w:val="00136D77"/>
    <w:rsid w:val="00136EE7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323D"/>
    <w:rsid w:val="00144342"/>
    <w:rsid w:val="001447BB"/>
    <w:rsid w:val="00144A1F"/>
    <w:rsid w:val="00144FB6"/>
    <w:rsid w:val="001451A0"/>
    <w:rsid w:val="00145714"/>
    <w:rsid w:val="001459C8"/>
    <w:rsid w:val="00145F8A"/>
    <w:rsid w:val="0014704C"/>
    <w:rsid w:val="0015063B"/>
    <w:rsid w:val="00150CC7"/>
    <w:rsid w:val="00151128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6F76"/>
    <w:rsid w:val="00167731"/>
    <w:rsid w:val="0017185F"/>
    <w:rsid w:val="001725AB"/>
    <w:rsid w:val="00172E54"/>
    <w:rsid w:val="001731FB"/>
    <w:rsid w:val="001744B4"/>
    <w:rsid w:val="0017480A"/>
    <w:rsid w:val="001750D4"/>
    <w:rsid w:val="001750F9"/>
    <w:rsid w:val="001754BA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241E"/>
    <w:rsid w:val="001829C8"/>
    <w:rsid w:val="00183E95"/>
    <w:rsid w:val="001852B4"/>
    <w:rsid w:val="00185416"/>
    <w:rsid w:val="00185654"/>
    <w:rsid w:val="001858C0"/>
    <w:rsid w:val="0018651C"/>
    <w:rsid w:val="0018699E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398"/>
    <w:rsid w:val="00197087"/>
    <w:rsid w:val="001973D0"/>
    <w:rsid w:val="00197A29"/>
    <w:rsid w:val="00197E5C"/>
    <w:rsid w:val="00197FD3"/>
    <w:rsid w:val="001A13EA"/>
    <w:rsid w:val="001A22D1"/>
    <w:rsid w:val="001A2B78"/>
    <w:rsid w:val="001A30D2"/>
    <w:rsid w:val="001A3A66"/>
    <w:rsid w:val="001A3CB4"/>
    <w:rsid w:val="001A41E8"/>
    <w:rsid w:val="001A4411"/>
    <w:rsid w:val="001A5354"/>
    <w:rsid w:val="001A5412"/>
    <w:rsid w:val="001A5B73"/>
    <w:rsid w:val="001A60E0"/>
    <w:rsid w:val="001A6238"/>
    <w:rsid w:val="001A6C01"/>
    <w:rsid w:val="001A6F41"/>
    <w:rsid w:val="001A6F7B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6AF9"/>
    <w:rsid w:val="001B6DC0"/>
    <w:rsid w:val="001B716F"/>
    <w:rsid w:val="001B784E"/>
    <w:rsid w:val="001B7AA5"/>
    <w:rsid w:val="001B7D5F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A5"/>
    <w:rsid w:val="001C6C29"/>
    <w:rsid w:val="001C7224"/>
    <w:rsid w:val="001C73F0"/>
    <w:rsid w:val="001C79F5"/>
    <w:rsid w:val="001C7FEC"/>
    <w:rsid w:val="001D05CE"/>
    <w:rsid w:val="001D176F"/>
    <w:rsid w:val="001D1919"/>
    <w:rsid w:val="001D2257"/>
    <w:rsid w:val="001D2289"/>
    <w:rsid w:val="001D293C"/>
    <w:rsid w:val="001D2EEC"/>
    <w:rsid w:val="001D4495"/>
    <w:rsid w:val="001D4EB8"/>
    <w:rsid w:val="001D57D9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AE5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66B"/>
    <w:rsid w:val="001F0D1D"/>
    <w:rsid w:val="001F0D6C"/>
    <w:rsid w:val="001F14CF"/>
    <w:rsid w:val="001F267C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976"/>
    <w:rsid w:val="001F6A25"/>
    <w:rsid w:val="001F6F90"/>
    <w:rsid w:val="001F72BB"/>
    <w:rsid w:val="001F76AC"/>
    <w:rsid w:val="001F787D"/>
    <w:rsid w:val="00200586"/>
    <w:rsid w:val="00200C76"/>
    <w:rsid w:val="00200F0D"/>
    <w:rsid w:val="00201645"/>
    <w:rsid w:val="00201D89"/>
    <w:rsid w:val="00201F2E"/>
    <w:rsid w:val="0020253E"/>
    <w:rsid w:val="00202AAD"/>
    <w:rsid w:val="00203088"/>
    <w:rsid w:val="00203119"/>
    <w:rsid w:val="0020366B"/>
    <w:rsid w:val="00203A95"/>
    <w:rsid w:val="00203B70"/>
    <w:rsid w:val="00204013"/>
    <w:rsid w:val="00204154"/>
    <w:rsid w:val="002042BD"/>
    <w:rsid w:val="002043AB"/>
    <w:rsid w:val="00204431"/>
    <w:rsid w:val="00204C92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806"/>
    <w:rsid w:val="002138AB"/>
    <w:rsid w:val="00213B9B"/>
    <w:rsid w:val="00214742"/>
    <w:rsid w:val="002151AA"/>
    <w:rsid w:val="0021577B"/>
    <w:rsid w:val="00215C10"/>
    <w:rsid w:val="00215FB2"/>
    <w:rsid w:val="00216012"/>
    <w:rsid w:val="0021603B"/>
    <w:rsid w:val="00216056"/>
    <w:rsid w:val="00216A08"/>
    <w:rsid w:val="002175A5"/>
    <w:rsid w:val="00217A0A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4B68"/>
    <w:rsid w:val="002250CC"/>
    <w:rsid w:val="0022537D"/>
    <w:rsid w:val="00225861"/>
    <w:rsid w:val="00226307"/>
    <w:rsid w:val="00226A0C"/>
    <w:rsid w:val="00227271"/>
    <w:rsid w:val="00227332"/>
    <w:rsid w:val="00227764"/>
    <w:rsid w:val="00227AF8"/>
    <w:rsid w:val="0023085B"/>
    <w:rsid w:val="00230B55"/>
    <w:rsid w:val="00230E51"/>
    <w:rsid w:val="002313F0"/>
    <w:rsid w:val="00231496"/>
    <w:rsid w:val="00231A99"/>
    <w:rsid w:val="00231B14"/>
    <w:rsid w:val="00231CC6"/>
    <w:rsid w:val="00231FB3"/>
    <w:rsid w:val="0023500D"/>
    <w:rsid w:val="0023508B"/>
    <w:rsid w:val="0023631B"/>
    <w:rsid w:val="002365ED"/>
    <w:rsid w:val="00236BDD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113D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322C"/>
    <w:rsid w:val="00263421"/>
    <w:rsid w:val="00263E9F"/>
    <w:rsid w:val="002641C6"/>
    <w:rsid w:val="00264DE1"/>
    <w:rsid w:val="0026562B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E2"/>
    <w:rsid w:val="00271DAE"/>
    <w:rsid w:val="002726F2"/>
    <w:rsid w:val="00272828"/>
    <w:rsid w:val="00272E0E"/>
    <w:rsid w:val="00273165"/>
    <w:rsid w:val="0027376C"/>
    <w:rsid w:val="00274472"/>
    <w:rsid w:val="00275E26"/>
    <w:rsid w:val="002763E2"/>
    <w:rsid w:val="00276DE7"/>
    <w:rsid w:val="00280779"/>
    <w:rsid w:val="002808EF"/>
    <w:rsid w:val="00280947"/>
    <w:rsid w:val="002821CB"/>
    <w:rsid w:val="0028242B"/>
    <w:rsid w:val="00284039"/>
    <w:rsid w:val="002844CE"/>
    <w:rsid w:val="00284D88"/>
    <w:rsid w:val="00285655"/>
    <w:rsid w:val="00285B25"/>
    <w:rsid w:val="00285D4F"/>
    <w:rsid w:val="002862CF"/>
    <w:rsid w:val="00290961"/>
    <w:rsid w:val="0029196F"/>
    <w:rsid w:val="00291EC1"/>
    <w:rsid w:val="0029244E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211F"/>
    <w:rsid w:val="002A25A3"/>
    <w:rsid w:val="002A2CA4"/>
    <w:rsid w:val="002A399A"/>
    <w:rsid w:val="002A4B20"/>
    <w:rsid w:val="002A5C6B"/>
    <w:rsid w:val="002A5D9D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10DD"/>
    <w:rsid w:val="002C1393"/>
    <w:rsid w:val="002C1D70"/>
    <w:rsid w:val="002C2851"/>
    <w:rsid w:val="002C28A5"/>
    <w:rsid w:val="002C2FDC"/>
    <w:rsid w:val="002C3935"/>
    <w:rsid w:val="002C5140"/>
    <w:rsid w:val="002C599A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E69"/>
    <w:rsid w:val="002E3665"/>
    <w:rsid w:val="002E3E31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D58"/>
    <w:rsid w:val="002F6E23"/>
    <w:rsid w:val="002F707D"/>
    <w:rsid w:val="002F73CB"/>
    <w:rsid w:val="002F7D95"/>
    <w:rsid w:val="00300780"/>
    <w:rsid w:val="00300BAB"/>
    <w:rsid w:val="003010AE"/>
    <w:rsid w:val="0030141A"/>
    <w:rsid w:val="0030196F"/>
    <w:rsid w:val="00301DB8"/>
    <w:rsid w:val="00302254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D11"/>
    <w:rsid w:val="003171AF"/>
    <w:rsid w:val="00317882"/>
    <w:rsid w:val="003201A4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79E7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526D"/>
    <w:rsid w:val="00335505"/>
    <w:rsid w:val="00335C77"/>
    <w:rsid w:val="00336B94"/>
    <w:rsid w:val="00337262"/>
    <w:rsid w:val="003373EB"/>
    <w:rsid w:val="003410D1"/>
    <w:rsid w:val="0034218C"/>
    <w:rsid w:val="00343D56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503DE"/>
    <w:rsid w:val="00351B22"/>
    <w:rsid w:val="00351F71"/>
    <w:rsid w:val="003529AC"/>
    <w:rsid w:val="0035319C"/>
    <w:rsid w:val="0035326C"/>
    <w:rsid w:val="00354DC7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7C6"/>
    <w:rsid w:val="00361874"/>
    <w:rsid w:val="00361C2F"/>
    <w:rsid w:val="00361C77"/>
    <w:rsid w:val="00361F62"/>
    <w:rsid w:val="00362333"/>
    <w:rsid w:val="00362485"/>
    <w:rsid w:val="003624D3"/>
    <w:rsid w:val="0036274C"/>
    <w:rsid w:val="00362816"/>
    <w:rsid w:val="00363E86"/>
    <w:rsid w:val="00363F4D"/>
    <w:rsid w:val="003643E7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529A"/>
    <w:rsid w:val="0037530D"/>
    <w:rsid w:val="00375F47"/>
    <w:rsid w:val="0037635C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6D"/>
    <w:rsid w:val="00386965"/>
    <w:rsid w:val="00387261"/>
    <w:rsid w:val="003877AC"/>
    <w:rsid w:val="00387B22"/>
    <w:rsid w:val="00390FD4"/>
    <w:rsid w:val="00391039"/>
    <w:rsid w:val="003910F8"/>
    <w:rsid w:val="003914E5"/>
    <w:rsid w:val="003926BA"/>
    <w:rsid w:val="00392C04"/>
    <w:rsid w:val="00392EC6"/>
    <w:rsid w:val="003942F3"/>
    <w:rsid w:val="00394EE4"/>
    <w:rsid w:val="00395DA2"/>
    <w:rsid w:val="0039656B"/>
    <w:rsid w:val="00396582"/>
    <w:rsid w:val="00396C2D"/>
    <w:rsid w:val="003972E0"/>
    <w:rsid w:val="003A1A26"/>
    <w:rsid w:val="003A1D17"/>
    <w:rsid w:val="003A256C"/>
    <w:rsid w:val="003A2BB5"/>
    <w:rsid w:val="003A2DC5"/>
    <w:rsid w:val="003A3D77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F8E"/>
    <w:rsid w:val="003C2104"/>
    <w:rsid w:val="003C4F22"/>
    <w:rsid w:val="003C508E"/>
    <w:rsid w:val="003C57B0"/>
    <w:rsid w:val="003C67AA"/>
    <w:rsid w:val="003C7982"/>
    <w:rsid w:val="003C7A08"/>
    <w:rsid w:val="003D073D"/>
    <w:rsid w:val="003D099E"/>
    <w:rsid w:val="003D0B17"/>
    <w:rsid w:val="003D0F28"/>
    <w:rsid w:val="003D12E9"/>
    <w:rsid w:val="003D134C"/>
    <w:rsid w:val="003D21EF"/>
    <w:rsid w:val="003D26C9"/>
    <w:rsid w:val="003D2789"/>
    <w:rsid w:val="003D2C8E"/>
    <w:rsid w:val="003D3A48"/>
    <w:rsid w:val="003D43ED"/>
    <w:rsid w:val="003D5157"/>
    <w:rsid w:val="003D683E"/>
    <w:rsid w:val="003D721F"/>
    <w:rsid w:val="003D7381"/>
    <w:rsid w:val="003D7392"/>
    <w:rsid w:val="003D7A01"/>
    <w:rsid w:val="003D7FE5"/>
    <w:rsid w:val="003E036E"/>
    <w:rsid w:val="003E1E83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669A"/>
    <w:rsid w:val="003F6721"/>
    <w:rsid w:val="003F71A0"/>
    <w:rsid w:val="003F78C0"/>
    <w:rsid w:val="003F7AC4"/>
    <w:rsid w:val="003F7CE2"/>
    <w:rsid w:val="004003F5"/>
    <w:rsid w:val="00400F86"/>
    <w:rsid w:val="00401346"/>
    <w:rsid w:val="0040179C"/>
    <w:rsid w:val="00401AF0"/>
    <w:rsid w:val="004023C6"/>
    <w:rsid w:val="004024C2"/>
    <w:rsid w:val="00402DC7"/>
    <w:rsid w:val="004031BE"/>
    <w:rsid w:val="00403879"/>
    <w:rsid w:val="00404107"/>
    <w:rsid w:val="00404262"/>
    <w:rsid w:val="004045F4"/>
    <w:rsid w:val="00407FC3"/>
    <w:rsid w:val="004106FA"/>
    <w:rsid w:val="00411350"/>
    <w:rsid w:val="00411E79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201E5"/>
    <w:rsid w:val="0042055B"/>
    <w:rsid w:val="00420C6E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4549"/>
    <w:rsid w:val="0044587E"/>
    <w:rsid w:val="004462F6"/>
    <w:rsid w:val="004471B5"/>
    <w:rsid w:val="00447251"/>
    <w:rsid w:val="00447E78"/>
    <w:rsid w:val="00450B1B"/>
    <w:rsid w:val="00450F10"/>
    <w:rsid w:val="00451270"/>
    <w:rsid w:val="00451E3C"/>
    <w:rsid w:val="00452385"/>
    <w:rsid w:val="004529DF"/>
    <w:rsid w:val="004538B6"/>
    <w:rsid w:val="00453938"/>
    <w:rsid w:val="00453B07"/>
    <w:rsid w:val="0045425A"/>
    <w:rsid w:val="004548FD"/>
    <w:rsid w:val="00454C5B"/>
    <w:rsid w:val="00454D09"/>
    <w:rsid w:val="00455153"/>
    <w:rsid w:val="00455445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7F6"/>
    <w:rsid w:val="0046325B"/>
    <w:rsid w:val="004637E6"/>
    <w:rsid w:val="00464D3C"/>
    <w:rsid w:val="00464DF4"/>
    <w:rsid w:val="00465059"/>
    <w:rsid w:val="004651F7"/>
    <w:rsid w:val="004658F6"/>
    <w:rsid w:val="0046610D"/>
    <w:rsid w:val="00466255"/>
    <w:rsid w:val="004665D6"/>
    <w:rsid w:val="004666F9"/>
    <w:rsid w:val="00466B19"/>
    <w:rsid w:val="00467603"/>
    <w:rsid w:val="004701E8"/>
    <w:rsid w:val="00470219"/>
    <w:rsid w:val="004702A0"/>
    <w:rsid w:val="00470606"/>
    <w:rsid w:val="00470F91"/>
    <w:rsid w:val="00471C8A"/>
    <w:rsid w:val="00471E0B"/>
    <w:rsid w:val="0047224A"/>
    <w:rsid w:val="00472D23"/>
    <w:rsid w:val="00472D65"/>
    <w:rsid w:val="00473BF6"/>
    <w:rsid w:val="004743AE"/>
    <w:rsid w:val="00474FDD"/>
    <w:rsid w:val="00475634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65"/>
    <w:rsid w:val="00490EFD"/>
    <w:rsid w:val="00490F4C"/>
    <w:rsid w:val="004911F5"/>
    <w:rsid w:val="0049155A"/>
    <w:rsid w:val="00491F13"/>
    <w:rsid w:val="00492338"/>
    <w:rsid w:val="00493323"/>
    <w:rsid w:val="004941E3"/>
    <w:rsid w:val="004941E6"/>
    <w:rsid w:val="00494A4A"/>
    <w:rsid w:val="00494F99"/>
    <w:rsid w:val="00497944"/>
    <w:rsid w:val="004A0649"/>
    <w:rsid w:val="004A0916"/>
    <w:rsid w:val="004A1492"/>
    <w:rsid w:val="004A1993"/>
    <w:rsid w:val="004A24AC"/>
    <w:rsid w:val="004A2B9F"/>
    <w:rsid w:val="004A2C96"/>
    <w:rsid w:val="004A2FDF"/>
    <w:rsid w:val="004A3039"/>
    <w:rsid w:val="004A312E"/>
    <w:rsid w:val="004A32DC"/>
    <w:rsid w:val="004A3484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16FD"/>
    <w:rsid w:val="004B2074"/>
    <w:rsid w:val="004B3BD1"/>
    <w:rsid w:val="004B3EF0"/>
    <w:rsid w:val="004B4A32"/>
    <w:rsid w:val="004B52BA"/>
    <w:rsid w:val="004B63D8"/>
    <w:rsid w:val="004B6869"/>
    <w:rsid w:val="004B69A0"/>
    <w:rsid w:val="004C16A3"/>
    <w:rsid w:val="004C260F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447"/>
    <w:rsid w:val="004D0744"/>
    <w:rsid w:val="004D07A5"/>
    <w:rsid w:val="004D1135"/>
    <w:rsid w:val="004D1524"/>
    <w:rsid w:val="004D1B15"/>
    <w:rsid w:val="004D20B6"/>
    <w:rsid w:val="004D30A1"/>
    <w:rsid w:val="004D395E"/>
    <w:rsid w:val="004D49BE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EA4"/>
    <w:rsid w:val="004E1F77"/>
    <w:rsid w:val="004E2106"/>
    <w:rsid w:val="004E27FB"/>
    <w:rsid w:val="004E2B20"/>
    <w:rsid w:val="004E2C33"/>
    <w:rsid w:val="004E2C5C"/>
    <w:rsid w:val="004E2E6E"/>
    <w:rsid w:val="004E52B5"/>
    <w:rsid w:val="004E5A9F"/>
    <w:rsid w:val="004E63AB"/>
    <w:rsid w:val="004E6E44"/>
    <w:rsid w:val="004F0084"/>
    <w:rsid w:val="004F0849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500269"/>
    <w:rsid w:val="00500CC1"/>
    <w:rsid w:val="00501019"/>
    <w:rsid w:val="00502A01"/>
    <w:rsid w:val="00503213"/>
    <w:rsid w:val="00503289"/>
    <w:rsid w:val="005032DB"/>
    <w:rsid w:val="00504080"/>
    <w:rsid w:val="005048A9"/>
    <w:rsid w:val="00504F91"/>
    <w:rsid w:val="005057F2"/>
    <w:rsid w:val="0050626E"/>
    <w:rsid w:val="00507F21"/>
    <w:rsid w:val="005102F2"/>
    <w:rsid w:val="00511C24"/>
    <w:rsid w:val="005120F7"/>
    <w:rsid w:val="00512415"/>
    <w:rsid w:val="0051254B"/>
    <w:rsid w:val="00512A07"/>
    <w:rsid w:val="00512DCE"/>
    <w:rsid w:val="00512FE7"/>
    <w:rsid w:val="00513426"/>
    <w:rsid w:val="00513BB6"/>
    <w:rsid w:val="005147D0"/>
    <w:rsid w:val="00514AA1"/>
    <w:rsid w:val="00514AE9"/>
    <w:rsid w:val="00515812"/>
    <w:rsid w:val="0051642E"/>
    <w:rsid w:val="00516BD9"/>
    <w:rsid w:val="00516C08"/>
    <w:rsid w:val="00517270"/>
    <w:rsid w:val="0051747E"/>
    <w:rsid w:val="005178CD"/>
    <w:rsid w:val="005179F6"/>
    <w:rsid w:val="0052105E"/>
    <w:rsid w:val="00521C02"/>
    <w:rsid w:val="00521DA7"/>
    <w:rsid w:val="0052232F"/>
    <w:rsid w:val="005228F8"/>
    <w:rsid w:val="005235C7"/>
    <w:rsid w:val="00523936"/>
    <w:rsid w:val="0052446A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A18"/>
    <w:rsid w:val="00532C38"/>
    <w:rsid w:val="00532C3B"/>
    <w:rsid w:val="005331FC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CAE"/>
    <w:rsid w:val="00540D8A"/>
    <w:rsid w:val="0054106A"/>
    <w:rsid w:val="005414D8"/>
    <w:rsid w:val="00541722"/>
    <w:rsid w:val="00541938"/>
    <w:rsid w:val="005423BB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AEA"/>
    <w:rsid w:val="00552412"/>
    <w:rsid w:val="00552B6E"/>
    <w:rsid w:val="005535ED"/>
    <w:rsid w:val="0055437A"/>
    <w:rsid w:val="00554871"/>
    <w:rsid w:val="0055491D"/>
    <w:rsid w:val="00554ACE"/>
    <w:rsid w:val="00554F74"/>
    <w:rsid w:val="0055507A"/>
    <w:rsid w:val="0055514A"/>
    <w:rsid w:val="005556DA"/>
    <w:rsid w:val="0055612F"/>
    <w:rsid w:val="00556943"/>
    <w:rsid w:val="00557389"/>
    <w:rsid w:val="005578BF"/>
    <w:rsid w:val="00557B89"/>
    <w:rsid w:val="00560B45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7D"/>
    <w:rsid w:val="00574358"/>
    <w:rsid w:val="005747D7"/>
    <w:rsid w:val="00574D45"/>
    <w:rsid w:val="0057519A"/>
    <w:rsid w:val="0057569C"/>
    <w:rsid w:val="005760BF"/>
    <w:rsid w:val="005760D7"/>
    <w:rsid w:val="005767EE"/>
    <w:rsid w:val="0057726A"/>
    <w:rsid w:val="005773CF"/>
    <w:rsid w:val="005779E6"/>
    <w:rsid w:val="00577BCB"/>
    <w:rsid w:val="005800E6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90483"/>
    <w:rsid w:val="00590E70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516C"/>
    <w:rsid w:val="005A51DD"/>
    <w:rsid w:val="005A5D42"/>
    <w:rsid w:val="005A6571"/>
    <w:rsid w:val="005A6602"/>
    <w:rsid w:val="005A67E5"/>
    <w:rsid w:val="005A7967"/>
    <w:rsid w:val="005A7C9C"/>
    <w:rsid w:val="005B0669"/>
    <w:rsid w:val="005B17F4"/>
    <w:rsid w:val="005B2094"/>
    <w:rsid w:val="005B2569"/>
    <w:rsid w:val="005B2CDF"/>
    <w:rsid w:val="005B31AE"/>
    <w:rsid w:val="005B3649"/>
    <w:rsid w:val="005B43BB"/>
    <w:rsid w:val="005B4A12"/>
    <w:rsid w:val="005B4D13"/>
    <w:rsid w:val="005B5E90"/>
    <w:rsid w:val="005B63DB"/>
    <w:rsid w:val="005B6CDD"/>
    <w:rsid w:val="005B7B0E"/>
    <w:rsid w:val="005B7D26"/>
    <w:rsid w:val="005C00B5"/>
    <w:rsid w:val="005C0540"/>
    <w:rsid w:val="005C0CB6"/>
    <w:rsid w:val="005C13E1"/>
    <w:rsid w:val="005C14A5"/>
    <w:rsid w:val="005C14B7"/>
    <w:rsid w:val="005C1707"/>
    <w:rsid w:val="005C2007"/>
    <w:rsid w:val="005C2276"/>
    <w:rsid w:val="005C2676"/>
    <w:rsid w:val="005C27C5"/>
    <w:rsid w:val="005C37DA"/>
    <w:rsid w:val="005C425B"/>
    <w:rsid w:val="005C4384"/>
    <w:rsid w:val="005C45AC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68"/>
    <w:rsid w:val="005D2E88"/>
    <w:rsid w:val="005D2F2D"/>
    <w:rsid w:val="005D3DEE"/>
    <w:rsid w:val="005D4C84"/>
    <w:rsid w:val="005D4FB4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11EA"/>
    <w:rsid w:val="005E1B19"/>
    <w:rsid w:val="005E1CD5"/>
    <w:rsid w:val="005E1F59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DEC"/>
    <w:rsid w:val="005E53F4"/>
    <w:rsid w:val="005E5FB3"/>
    <w:rsid w:val="005E71E4"/>
    <w:rsid w:val="005E7384"/>
    <w:rsid w:val="005F0996"/>
    <w:rsid w:val="005F1D41"/>
    <w:rsid w:val="005F1E3A"/>
    <w:rsid w:val="005F2618"/>
    <w:rsid w:val="005F33E9"/>
    <w:rsid w:val="005F4688"/>
    <w:rsid w:val="005F49E9"/>
    <w:rsid w:val="005F56AF"/>
    <w:rsid w:val="005F5E5A"/>
    <w:rsid w:val="005F60BD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EE7"/>
    <w:rsid w:val="00615EB3"/>
    <w:rsid w:val="00616530"/>
    <w:rsid w:val="00616B99"/>
    <w:rsid w:val="00616E54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6E0"/>
    <w:rsid w:val="00624AC5"/>
    <w:rsid w:val="00624DB1"/>
    <w:rsid w:val="00624DB9"/>
    <w:rsid w:val="00624ED4"/>
    <w:rsid w:val="0062518D"/>
    <w:rsid w:val="0062625D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60744"/>
    <w:rsid w:val="0066115C"/>
    <w:rsid w:val="00662592"/>
    <w:rsid w:val="00663068"/>
    <w:rsid w:val="00663C01"/>
    <w:rsid w:val="00664073"/>
    <w:rsid w:val="0066410E"/>
    <w:rsid w:val="00665BA3"/>
    <w:rsid w:val="0066606D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80854"/>
    <w:rsid w:val="006810D7"/>
    <w:rsid w:val="0068174E"/>
    <w:rsid w:val="006817DC"/>
    <w:rsid w:val="00682A49"/>
    <w:rsid w:val="00682CCA"/>
    <w:rsid w:val="00683421"/>
    <w:rsid w:val="0068363F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10E3"/>
    <w:rsid w:val="006915B1"/>
    <w:rsid w:val="00691BB2"/>
    <w:rsid w:val="006930B3"/>
    <w:rsid w:val="006931D1"/>
    <w:rsid w:val="00693281"/>
    <w:rsid w:val="00693285"/>
    <w:rsid w:val="0069337A"/>
    <w:rsid w:val="00693CEC"/>
    <w:rsid w:val="00693E8D"/>
    <w:rsid w:val="00694105"/>
    <w:rsid w:val="00694C3D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55DA"/>
    <w:rsid w:val="006A5B5C"/>
    <w:rsid w:val="006A5F60"/>
    <w:rsid w:val="006A66CD"/>
    <w:rsid w:val="006A6972"/>
    <w:rsid w:val="006A6FA7"/>
    <w:rsid w:val="006B0157"/>
    <w:rsid w:val="006B0219"/>
    <w:rsid w:val="006B0577"/>
    <w:rsid w:val="006B0FF5"/>
    <w:rsid w:val="006B1C30"/>
    <w:rsid w:val="006B2154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6CD"/>
    <w:rsid w:val="006C1B60"/>
    <w:rsid w:val="006C203A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65E"/>
    <w:rsid w:val="006C68D8"/>
    <w:rsid w:val="006C690F"/>
    <w:rsid w:val="006C7A6C"/>
    <w:rsid w:val="006D0055"/>
    <w:rsid w:val="006D1875"/>
    <w:rsid w:val="006D1FB9"/>
    <w:rsid w:val="006D2116"/>
    <w:rsid w:val="006D2660"/>
    <w:rsid w:val="006D270F"/>
    <w:rsid w:val="006D2CBE"/>
    <w:rsid w:val="006D2CDC"/>
    <w:rsid w:val="006D3E1B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F0"/>
    <w:rsid w:val="006E5FD5"/>
    <w:rsid w:val="006E728D"/>
    <w:rsid w:val="006E7353"/>
    <w:rsid w:val="006E746B"/>
    <w:rsid w:val="006E79CE"/>
    <w:rsid w:val="006F0CA8"/>
    <w:rsid w:val="006F10B5"/>
    <w:rsid w:val="006F1382"/>
    <w:rsid w:val="006F1594"/>
    <w:rsid w:val="006F1837"/>
    <w:rsid w:val="006F1D3B"/>
    <w:rsid w:val="006F1DB4"/>
    <w:rsid w:val="006F36F4"/>
    <w:rsid w:val="006F3DD3"/>
    <w:rsid w:val="006F41F0"/>
    <w:rsid w:val="006F4627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30E1"/>
    <w:rsid w:val="00714649"/>
    <w:rsid w:val="007147FC"/>
    <w:rsid w:val="007149AF"/>
    <w:rsid w:val="00714A2E"/>
    <w:rsid w:val="00714A85"/>
    <w:rsid w:val="00714BFA"/>
    <w:rsid w:val="00715307"/>
    <w:rsid w:val="007159E3"/>
    <w:rsid w:val="00715BD4"/>
    <w:rsid w:val="007162CE"/>
    <w:rsid w:val="00716C7E"/>
    <w:rsid w:val="007170DE"/>
    <w:rsid w:val="00717304"/>
    <w:rsid w:val="007175F3"/>
    <w:rsid w:val="007224C7"/>
    <w:rsid w:val="007227D6"/>
    <w:rsid w:val="007229AB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E21"/>
    <w:rsid w:val="007328AF"/>
    <w:rsid w:val="00733987"/>
    <w:rsid w:val="00734165"/>
    <w:rsid w:val="00734248"/>
    <w:rsid w:val="007346D9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E29"/>
    <w:rsid w:val="007413D6"/>
    <w:rsid w:val="0074173F"/>
    <w:rsid w:val="00742112"/>
    <w:rsid w:val="007422CD"/>
    <w:rsid w:val="0074276B"/>
    <w:rsid w:val="00742EEB"/>
    <w:rsid w:val="00742F5A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735"/>
    <w:rsid w:val="00753DB3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2A1A"/>
    <w:rsid w:val="00762ABD"/>
    <w:rsid w:val="007630CF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3D1E"/>
    <w:rsid w:val="00775D9C"/>
    <w:rsid w:val="007760C7"/>
    <w:rsid w:val="007766F3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12C4"/>
    <w:rsid w:val="00791482"/>
    <w:rsid w:val="007918C5"/>
    <w:rsid w:val="00792F34"/>
    <w:rsid w:val="00793051"/>
    <w:rsid w:val="00793C02"/>
    <w:rsid w:val="00794BEA"/>
    <w:rsid w:val="00795639"/>
    <w:rsid w:val="00795EA8"/>
    <w:rsid w:val="00796A56"/>
    <w:rsid w:val="00796EAE"/>
    <w:rsid w:val="007979E0"/>
    <w:rsid w:val="00797D44"/>
    <w:rsid w:val="00797FFA"/>
    <w:rsid w:val="007A0116"/>
    <w:rsid w:val="007A118D"/>
    <w:rsid w:val="007A185B"/>
    <w:rsid w:val="007A1AE6"/>
    <w:rsid w:val="007A211B"/>
    <w:rsid w:val="007A2A23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BA6"/>
    <w:rsid w:val="007B280F"/>
    <w:rsid w:val="007B29B0"/>
    <w:rsid w:val="007B2A75"/>
    <w:rsid w:val="007B2B8A"/>
    <w:rsid w:val="007B2C14"/>
    <w:rsid w:val="007B2F39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4DF7"/>
    <w:rsid w:val="007C5090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6D22"/>
    <w:rsid w:val="007D7296"/>
    <w:rsid w:val="007D7441"/>
    <w:rsid w:val="007E098F"/>
    <w:rsid w:val="007E17F5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396"/>
    <w:rsid w:val="007F09A6"/>
    <w:rsid w:val="007F0A29"/>
    <w:rsid w:val="007F1633"/>
    <w:rsid w:val="007F1AA1"/>
    <w:rsid w:val="007F1AEB"/>
    <w:rsid w:val="007F20D9"/>
    <w:rsid w:val="007F271B"/>
    <w:rsid w:val="007F2A72"/>
    <w:rsid w:val="007F41B1"/>
    <w:rsid w:val="007F5FEF"/>
    <w:rsid w:val="007F6804"/>
    <w:rsid w:val="007F71E8"/>
    <w:rsid w:val="007F7482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72C9"/>
    <w:rsid w:val="008177FE"/>
    <w:rsid w:val="00817DBE"/>
    <w:rsid w:val="008208E5"/>
    <w:rsid w:val="00821A34"/>
    <w:rsid w:val="00821F17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3BB2"/>
    <w:rsid w:val="008343EF"/>
    <w:rsid w:val="008346EE"/>
    <w:rsid w:val="00835866"/>
    <w:rsid w:val="00835CC6"/>
    <w:rsid w:val="00835F45"/>
    <w:rsid w:val="00835F47"/>
    <w:rsid w:val="0083664A"/>
    <w:rsid w:val="00837442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1276"/>
    <w:rsid w:val="00862074"/>
    <w:rsid w:val="0086217C"/>
    <w:rsid w:val="00862369"/>
    <w:rsid w:val="008627C8"/>
    <w:rsid w:val="0086290C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4B"/>
    <w:rsid w:val="00867CB9"/>
    <w:rsid w:val="00871015"/>
    <w:rsid w:val="00871296"/>
    <w:rsid w:val="00872B17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1845"/>
    <w:rsid w:val="00881B55"/>
    <w:rsid w:val="00881EFC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5088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44B7"/>
    <w:rsid w:val="008A4B34"/>
    <w:rsid w:val="008A67B6"/>
    <w:rsid w:val="008A6855"/>
    <w:rsid w:val="008B2D8D"/>
    <w:rsid w:val="008B2E9B"/>
    <w:rsid w:val="008B37DB"/>
    <w:rsid w:val="008B3871"/>
    <w:rsid w:val="008B392B"/>
    <w:rsid w:val="008B3B56"/>
    <w:rsid w:val="008B3E5C"/>
    <w:rsid w:val="008B4CF8"/>
    <w:rsid w:val="008B500C"/>
    <w:rsid w:val="008B5382"/>
    <w:rsid w:val="008B5C26"/>
    <w:rsid w:val="008B5D27"/>
    <w:rsid w:val="008B5F24"/>
    <w:rsid w:val="008B5F34"/>
    <w:rsid w:val="008B7B42"/>
    <w:rsid w:val="008C06D8"/>
    <w:rsid w:val="008C0763"/>
    <w:rsid w:val="008C0C01"/>
    <w:rsid w:val="008C1322"/>
    <w:rsid w:val="008C2098"/>
    <w:rsid w:val="008C2385"/>
    <w:rsid w:val="008C2677"/>
    <w:rsid w:val="008C2716"/>
    <w:rsid w:val="008C2734"/>
    <w:rsid w:val="008C2F83"/>
    <w:rsid w:val="008C3F33"/>
    <w:rsid w:val="008C3F43"/>
    <w:rsid w:val="008C40FC"/>
    <w:rsid w:val="008C4D52"/>
    <w:rsid w:val="008C5429"/>
    <w:rsid w:val="008C67E7"/>
    <w:rsid w:val="008C73CA"/>
    <w:rsid w:val="008C75DB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7461"/>
    <w:rsid w:val="008E04A9"/>
    <w:rsid w:val="008E1AA9"/>
    <w:rsid w:val="008E1B5E"/>
    <w:rsid w:val="008E2B90"/>
    <w:rsid w:val="008E32A8"/>
    <w:rsid w:val="008E38E6"/>
    <w:rsid w:val="008E3CB0"/>
    <w:rsid w:val="008E4699"/>
    <w:rsid w:val="008E47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D6E"/>
    <w:rsid w:val="009021B9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782"/>
    <w:rsid w:val="009068F2"/>
    <w:rsid w:val="00906EAB"/>
    <w:rsid w:val="009101EF"/>
    <w:rsid w:val="00910DC5"/>
    <w:rsid w:val="0091105A"/>
    <w:rsid w:val="00912127"/>
    <w:rsid w:val="0091263C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4622"/>
    <w:rsid w:val="009247EC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6D3"/>
    <w:rsid w:val="009428BC"/>
    <w:rsid w:val="00943248"/>
    <w:rsid w:val="009432C2"/>
    <w:rsid w:val="00943411"/>
    <w:rsid w:val="00944072"/>
    <w:rsid w:val="00944609"/>
    <w:rsid w:val="00944F9E"/>
    <w:rsid w:val="009453D3"/>
    <w:rsid w:val="00945953"/>
    <w:rsid w:val="00945E23"/>
    <w:rsid w:val="00946BA4"/>
    <w:rsid w:val="00952335"/>
    <w:rsid w:val="00952FED"/>
    <w:rsid w:val="009536B0"/>
    <w:rsid w:val="00953F14"/>
    <w:rsid w:val="0095455D"/>
    <w:rsid w:val="00954868"/>
    <w:rsid w:val="00954E6C"/>
    <w:rsid w:val="009559E1"/>
    <w:rsid w:val="00955BBE"/>
    <w:rsid w:val="00955D07"/>
    <w:rsid w:val="009560A4"/>
    <w:rsid w:val="00956849"/>
    <w:rsid w:val="00956963"/>
    <w:rsid w:val="00957917"/>
    <w:rsid w:val="009609BF"/>
    <w:rsid w:val="00960A74"/>
    <w:rsid w:val="00962799"/>
    <w:rsid w:val="00962B2B"/>
    <w:rsid w:val="00964038"/>
    <w:rsid w:val="00965560"/>
    <w:rsid w:val="00965D0F"/>
    <w:rsid w:val="0096661B"/>
    <w:rsid w:val="009673B9"/>
    <w:rsid w:val="009673C7"/>
    <w:rsid w:val="00967923"/>
    <w:rsid w:val="00967DAE"/>
    <w:rsid w:val="009702DD"/>
    <w:rsid w:val="00970319"/>
    <w:rsid w:val="00970AA5"/>
    <w:rsid w:val="00970AB5"/>
    <w:rsid w:val="009718DA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F51"/>
    <w:rsid w:val="00980CE6"/>
    <w:rsid w:val="009813CD"/>
    <w:rsid w:val="00981CD8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99E"/>
    <w:rsid w:val="00986B6F"/>
    <w:rsid w:val="00987A6A"/>
    <w:rsid w:val="00987B86"/>
    <w:rsid w:val="009922AE"/>
    <w:rsid w:val="00992999"/>
    <w:rsid w:val="00992EF6"/>
    <w:rsid w:val="0099362F"/>
    <w:rsid w:val="0099464E"/>
    <w:rsid w:val="00994E99"/>
    <w:rsid w:val="00995BBA"/>
    <w:rsid w:val="00995E88"/>
    <w:rsid w:val="009968EA"/>
    <w:rsid w:val="009970FF"/>
    <w:rsid w:val="009976FE"/>
    <w:rsid w:val="00997829"/>
    <w:rsid w:val="009A02B3"/>
    <w:rsid w:val="009A0EF6"/>
    <w:rsid w:val="009A127F"/>
    <w:rsid w:val="009A1442"/>
    <w:rsid w:val="009A209A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FE"/>
    <w:rsid w:val="009B49C8"/>
    <w:rsid w:val="009B546C"/>
    <w:rsid w:val="009B55C0"/>
    <w:rsid w:val="009B6125"/>
    <w:rsid w:val="009B6D57"/>
    <w:rsid w:val="009B7033"/>
    <w:rsid w:val="009C0176"/>
    <w:rsid w:val="009C0B0F"/>
    <w:rsid w:val="009C202F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7E1"/>
    <w:rsid w:val="009D4FC3"/>
    <w:rsid w:val="009D658D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589F"/>
    <w:rsid w:val="009E6ABD"/>
    <w:rsid w:val="009E6E48"/>
    <w:rsid w:val="009E77E4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61F3"/>
    <w:rsid w:val="009F6476"/>
    <w:rsid w:val="009F7854"/>
    <w:rsid w:val="009F7D4A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EE"/>
    <w:rsid w:val="00A04258"/>
    <w:rsid w:val="00A04F2D"/>
    <w:rsid w:val="00A05501"/>
    <w:rsid w:val="00A05AAC"/>
    <w:rsid w:val="00A05F04"/>
    <w:rsid w:val="00A064D9"/>
    <w:rsid w:val="00A0694E"/>
    <w:rsid w:val="00A06F27"/>
    <w:rsid w:val="00A06FF1"/>
    <w:rsid w:val="00A07148"/>
    <w:rsid w:val="00A100BD"/>
    <w:rsid w:val="00A100FD"/>
    <w:rsid w:val="00A10E9B"/>
    <w:rsid w:val="00A113DF"/>
    <w:rsid w:val="00A1167F"/>
    <w:rsid w:val="00A12C45"/>
    <w:rsid w:val="00A12F6B"/>
    <w:rsid w:val="00A141FB"/>
    <w:rsid w:val="00A146B5"/>
    <w:rsid w:val="00A14BC7"/>
    <w:rsid w:val="00A14E1A"/>
    <w:rsid w:val="00A15290"/>
    <w:rsid w:val="00A15C9F"/>
    <w:rsid w:val="00A160E7"/>
    <w:rsid w:val="00A166E3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8E5"/>
    <w:rsid w:val="00A27000"/>
    <w:rsid w:val="00A271E2"/>
    <w:rsid w:val="00A27B11"/>
    <w:rsid w:val="00A30296"/>
    <w:rsid w:val="00A30793"/>
    <w:rsid w:val="00A31242"/>
    <w:rsid w:val="00A313CE"/>
    <w:rsid w:val="00A3194A"/>
    <w:rsid w:val="00A32183"/>
    <w:rsid w:val="00A32CA8"/>
    <w:rsid w:val="00A32DE3"/>
    <w:rsid w:val="00A33F1D"/>
    <w:rsid w:val="00A3415D"/>
    <w:rsid w:val="00A34250"/>
    <w:rsid w:val="00A34341"/>
    <w:rsid w:val="00A345F8"/>
    <w:rsid w:val="00A348A0"/>
    <w:rsid w:val="00A34C5A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40A25"/>
    <w:rsid w:val="00A40F6B"/>
    <w:rsid w:val="00A4162D"/>
    <w:rsid w:val="00A4164F"/>
    <w:rsid w:val="00A4165B"/>
    <w:rsid w:val="00A41FCA"/>
    <w:rsid w:val="00A42148"/>
    <w:rsid w:val="00A42738"/>
    <w:rsid w:val="00A43045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872"/>
    <w:rsid w:val="00A53BC9"/>
    <w:rsid w:val="00A53EA8"/>
    <w:rsid w:val="00A550E0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BD9"/>
    <w:rsid w:val="00A611FB"/>
    <w:rsid w:val="00A61612"/>
    <w:rsid w:val="00A61C6C"/>
    <w:rsid w:val="00A628B9"/>
    <w:rsid w:val="00A62DB2"/>
    <w:rsid w:val="00A63D8E"/>
    <w:rsid w:val="00A64007"/>
    <w:rsid w:val="00A64C16"/>
    <w:rsid w:val="00A6509C"/>
    <w:rsid w:val="00A65850"/>
    <w:rsid w:val="00A65A16"/>
    <w:rsid w:val="00A65F18"/>
    <w:rsid w:val="00A66073"/>
    <w:rsid w:val="00A663CC"/>
    <w:rsid w:val="00A6642E"/>
    <w:rsid w:val="00A669D3"/>
    <w:rsid w:val="00A66CE4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C7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F38"/>
    <w:rsid w:val="00A90670"/>
    <w:rsid w:val="00A90904"/>
    <w:rsid w:val="00A90BD4"/>
    <w:rsid w:val="00A90C53"/>
    <w:rsid w:val="00A91A8F"/>
    <w:rsid w:val="00A922B7"/>
    <w:rsid w:val="00A925D5"/>
    <w:rsid w:val="00A925F3"/>
    <w:rsid w:val="00A929AA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BA"/>
    <w:rsid w:val="00AC3944"/>
    <w:rsid w:val="00AC4085"/>
    <w:rsid w:val="00AC4120"/>
    <w:rsid w:val="00AC4553"/>
    <w:rsid w:val="00AC4FD8"/>
    <w:rsid w:val="00AC5773"/>
    <w:rsid w:val="00AC5A16"/>
    <w:rsid w:val="00AC611A"/>
    <w:rsid w:val="00AC6AA5"/>
    <w:rsid w:val="00AC7DDF"/>
    <w:rsid w:val="00AC7EB6"/>
    <w:rsid w:val="00AD1A73"/>
    <w:rsid w:val="00AD1C6F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E4F"/>
    <w:rsid w:val="00AF03C0"/>
    <w:rsid w:val="00AF07BA"/>
    <w:rsid w:val="00AF0C5B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6072"/>
    <w:rsid w:val="00B064A8"/>
    <w:rsid w:val="00B06DF9"/>
    <w:rsid w:val="00B07A8C"/>
    <w:rsid w:val="00B102BC"/>
    <w:rsid w:val="00B11290"/>
    <w:rsid w:val="00B12E33"/>
    <w:rsid w:val="00B133D1"/>
    <w:rsid w:val="00B137A1"/>
    <w:rsid w:val="00B1385B"/>
    <w:rsid w:val="00B15600"/>
    <w:rsid w:val="00B15D66"/>
    <w:rsid w:val="00B15E68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691C"/>
    <w:rsid w:val="00B26A46"/>
    <w:rsid w:val="00B301D9"/>
    <w:rsid w:val="00B3046B"/>
    <w:rsid w:val="00B30487"/>
    <w:rsid w:val="00B30726"/>
    <w:rsid w:val="00B30A74"/>
    <w:rsid w:val="00B31098"/>
    <w:rsid w:val="00B31519"/>
    <w:rsid w:val="00B317EB"/>
    <w:rsid w:val="00B31E49"/>
    <w:rsid w:val="00B32618"/>
    <w:rsid w:val="00B32C12"/>
    <w:rsid w:val="00B32CA6"/>
    <w:rsid w:val="00B3485C"/>
    <w:rsid w:val="00B34BD3"/>
    <w:rsid w:val="00B3501E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951"/>
    <w:rsid w:val="00B444C0"/>
    <w:rsid w:val="00B44EA5"/>
    <w:rsid w:val="00B44EB3"/>
    <w:rsid w:val="00B45E47"/>
    <w:rsid w:val="00B46CD4"/>
    <w:rsid w:val="00B47412"/>
    <w:rsid w:val="00B4778E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2768"/>
    <w:rsid w:val="00B62B98"/>
    <w:rsid w:val="00B64D83"/>
    <w:rsid w:val="00B65A72"/>
    <w:rsid w:val="00B65D34"/>
    <w:rsid w:val="00B65D76"/>
    <w:rsid w:val="00B6609F"/>
    <w:rsid w:val="00B66A37"/>
    <w:rsid w:val="00B67232"/>
    <w:rsid w:val="00B675BC"/>
    <w:rsid w:val="00B67B05"/>
    <w:rsid w:val="00B7032C"/>
    <w:rsid w:val="00B70E38"/>
    <w:rsid w:val="00B70E3E"/>
    <w:rsid w:val="00B71E0B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B27"/>
    <w:rsid w:val="00B76F3E"/>
    <w:rsid w:val="00B770AA"/>
    <w:rsid w:val="00B772B1"/>
    <w:rsid w:val="00B774B6"/>
    <w:rsid w:val="00B77926"/>
    <w:rsid w:val="00B77A6F"/>
    <w:rsid w:val="00B80C50"/>
    <w:rsid w:val="00B80C9F"/>
    <w:rsid w:val="00B812A8"/>
    <w:rsid w:val="00B81B6F"/>
    <w:rsid w:val="00B81EA3"/>
    <w:rsid w:val="00B83803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104C"/>
    <w:rsid w:val="00B925C2"/>
    <w:rsid w:val="00B92AB8"/>
    <w:rsid w:val="00B92B35"/>
    <w:rsid w:val="00B93B77"/>
    <w:rsid w:val="00B93BD5"/>
    <w:rsid w:val="00B94323"/>
    <w:rsid w:val="00B948DD"/>
    <w:rsid w:val="00B94C4D"/>
    <w:rsid w:val="00B9517C"/>
    <w:rsid w:val="00B96499"/>
    <w:rsid w:val="00B96C23"/>
    <w:rsid w:val="00B96ED7"/>
    <w:rsid w:val="00B97CB6"/>
    <w:rsid w:val="00BA0C14"/>
    <w:rsid w:val="00BA10FF"/>
    <w:rsid w:val="00BA1A52"/>
    <w:rsid w:val="00BA2C43"/>
    <w:rsid w:val="00BA2C9E"/>
    <w:rsid w:val="00BA3DD1"/>
    <w:rsid w:val="00BA4854"/>
    <w:rsid w:val="00BA4CF8"/>
    <w:rsid w:val="00BA54B7"/>
    <w:rsid w:val="00BA61D5"/>
    <w:rsid w:val="00BA6D63"/>
    <w:rsid w:val="00BA6F08"/>
    <w:rsid w:val="00BA7E60"/>
    <w:rsid w:val="00BA7F38"/>
    <w:rsid w:val="00BB0653"/>
    <w:rsid w:val="00BB0768"/>
    <w:rsid w:val="00BB0B7F"/>
    <w:rsid w:val="00BB1101"/>
    <w:rsid w:val="00BB14F1"/>
    <w:rsid w:val="00BB2651"/>
    <w:rsid w:val="00BB2702"/>
    <w:rsid w:val="00BB2A91"/>
    <w:rsid w:val="00BB4DAC"/>
    <w:rsid w:val="00BB51A0"/>
    <w:rsid w:val="00BB655A"/>
    <w:rsid w:val="00BB6869"/>
    <w:rsid w:val="00BB6B25"/>
    <w:rsid w:val="00BB6B86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B67"/>
    <w:rsid w:val="00BD6742"/>
    <w:rsid w:val="00BD73AF"/>
    <w:rsid w:val="00BD760C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702"/>
    <w:rsid w:val="00BE5905"/>
    <w:rsid w:val="00BE6674"/>
    <w:rsid w:val="00BE68EF"/>
    <w:rsid w:val="00BE6CB8"/>
    <w:rsid w:val="00BE7918"/>
    <w:rsid w:val="00BE7AD5"/>
    <w:rsid w:val="00BF0913"/>
    <w:rsid w:val="00BF0BD7"/>
    <w:rsid w:val="00BF0CC3"/>
    <w:rsid w:val="00BF0F1B"/>
    <w:rsid w:val="00BF22A0"/>
    <w:rsid w:val="00BF27E3"/>
    <w:rsid w:val="00BF2DBA"/>
    <w:rsid w:val="00BF3185"/>
    <w:rsid w:val="00BF332C"/>
    <w:rsid w:val="00BF3708"/>
    <w:rsid w:val="00BF38BF"/>
    <w:rsid w:val="00BF4BB2"/>
    <w:rsid w:val="00BF4C24"/>
    <w:rsid w:val="00BF4C79"/>
    <w:rsid w:val="00BF5367"/>
    <w:rsid w:val="00BF5601"/>
    <w:rsid w:val="00BF5B9A"/>
    <w:rsid w:val="00BF63E8"/>
    <w:rsid w:val="00BF72C9"/>
    <w:rsid w:val="00BF7E4E"/>
    <w:rsid w:val="00C001CD"/>
    <w:rsid w:val="00C005CB"/>
    <w:rsid w:val="00C005E7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D7"/>
    <w:rsid w:val="00C20DFE"/>
    <w:rsid w:val="00C21BCF"/>
    <w:rsid w:val="00C22D29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346C"/>
    <w:rsid w:val="00C43534"/>
    <w:rsid w:val="00C449C7"/>
    <w:rsid w:val="00C451F5"/>
    <w:rsid w:val="00C45FF4"/>
    <w:rsid w:val="00C46084"/>
    <w:rsid w:val="00C4613C"/>
    <w:rsid w:val="00C466D1"/>
    <w:rsid w:val="00C46702"/>
    <w:rsid w:val="00C46820"/>
    <w:rsid w:val="00C46889"/>
    <w:rsid w:val="00C46D81"/>
    <w:rsid w:val="00C46F35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4411"/>
    <w:rsid w:val="00C64AD5"/>
    <w:rsid w:val="00C651AC"/>
    <w:rsid w:val="00C6533E"/>
    <w:rsid w:val="00C65958"/>
    <w:rsid w:val="00C65DAA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4556"/>
    <w:rsid w:val="00C85893"/>
    <w:rsid w:val="00C86DB6"/>
    <w:rsid w:val="00C900F5"/>
    <w:rsid w:val="00C90265"/>
    <w:rsid w:val="00C907B9"/>
    <w:rsid w:val="00C92338"/>
    <w:rsid w:val="00C92841"/>
    <w:rsid w:val="00C94128"/>
    <w:rsid w:val="00C94157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43BC"/>
    <w:rsid w:val="00CA4A22"/>
    <w:rsid w:val="00CA4C39"/>
    <w:rsid w:val="00CA4F4D"/>
    <w:rsid w:val="00CA4FA5"/>
    <w:rsid w:val="00CA576B"/>
    <w:rsid w:val="00CA57BC"/>
    <w:rsid w:val="00CA63AF"/>
    <w:rsid w:val="00CA65A0"/>
    <w:rsid w:val="00CA6644"/>
    <w:rsid w:val="00CA6AFC"/>
    <w:rsid w:val="00CA7AF7"/>
    <w:rsid w:val="00CB117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B65"/>
    <w:rsid w:val="00CB3CB6"/>
    <w:rsid w:val="00CB434B"/>
    <w:rsid w:val="00CB4BE9"/>
    <w:rsid w:val="00CB502B"/>
    <w:rsid w:val="00CB5222"/>
    <w:rsid w:val="00CB55F1"/>
    <w:rsid w:val="00CB563F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220"/>
    <w:rsid w:val="00CE1333"/>
    <w:rsid w:val="00CE1B63"/>
    <w:rsid w:val="00CE1EB9"/>
    <w:rsid w:val="00CE1EBB"/>
    <w:rsid w:val="00CE2E2C"/>
    <w:rsid w:val="00CE2E3B"/>
    <w:rsid w:val="00CE31A5"/>
    <w:rsid w:val="00CE3FF7"/>
    <w:rsid w:val="00CE49DF"/>
    <w:rsid w:val="00CE4FB3"/>
    <w:rsid w:val="00CE5311"/>
    <w:rsid w:val="00CE59CC"/>
    <w:rsid w:val="00CE6022"/>
    <w:rsid w:val="00CE6379"/>
    <w:rsid w:val="00CE79E8"/>
    <w:rsid w:val="00CF12C8"/>
    <w:rsid w:val="00CF13DB"/>
    <w:rsid w:val="00CF1585"/>
    <w:rsid w:val="00CF2BEF"/>
    <w:rsid w:val="00CF2D6B"/>
    <w:rsid w:val="00CF2F28"/>
    <w:rsid w:val="00CF3F58"/>
    <w:rsid w:val="00CF4199"/>
    <w:rsid w:val="00CF44C6"/>
    <w:rsid w:val="00CF530C"/>
    <w:rsid w:val="00CF5C23"/>
    <w:rsid w:val="00CF5E3F"/>
    <w:rsid w:val="00CF7500"/>
    <w:rsid w:val="00CF75C7"/>
    <w:rsid w:val="00CF7B32"/>
    <w:rsid w:val="00D00440"/>
    <w:rsid w:val="00D00453"/>
    <w:rsid w:val="00D00762"/>
    <w:rsid w:val="00D007EB"/>
    <w:rsid w:val="00D00F48"/>
    <w:rsid w:val="00D0103E"/>
    <w:rsid w:val="00D01669"/>
    <w:rsid w:val="00D02642"/>
    <w:rsid w:val="00D02F76"/>
    <w:rsid w:val="00D0306C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3C6"/>
    <w:rsid w:val="00D1553A"/>
    <w:rsid w:val="00D156B0"/>
    <w:rsid w:val="00D16F77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6F0F"/>
    <w:rsid w:val="00D27520"/>
    <w:rsid w:val="00D278BD"/>
    <w:rsid w:val="00D27C3F"/>
    <w:rsid w:val="00D27CB8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AEA"/>
    <w:rsid w:val="00D472F9"/>
    <w:rsid w:val="00D474F7"/>
    <w:rsid w:val="00D47806"/>
    <w:rsid w:val="00D478CF"/>
    <w:rsid w:val="00D507EB"/>
    <w:rsid w:val="00D50E1E"/>
    <w:rsid w:val="00D511F6"/>
    <w:rsid w:val="00D51FEB"/>
    <w:rsid w:val="00D52110"/>
    <w:rsid w:val="00D52850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46CB"/>
    <w:rsid w:val="00D65272"/>
    <w:rsid w:val="00D66134"/>
    <w:rsid w:val="00D665FE"/>
    <w:rsid w:val="00D666E6"/>
    <w:rsid w:val="00D66A79"/>
    <w:rsid w:val="00D671C5"/>
    <w:rsid w:val="00D70114"/>
    <w:rsid w:val="00D70135"/>
    <w:rsid w:val="00D7036D"/>
    <w:rsid w:val="00D703F9"/>
    <w:rsid w:val="00D7176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98A"/>
    <w:rsid w:val="00D83FF6"/>
    <w:rsid w:val="00D840AA"/>
    <w:rsid w:val="00D8463D"/>
    <w:rsid w:val="00D84789"/>
    <w:rsid w:val="00D8492B"/>
    <w:rsid w:val="00D861C6"/>
    <w:rsid w:val="00D86335"/>
    <w:rsid w:val="00D867DD"/>
    <w:rsid w:val="00D86939"/>
    <w:rsid w:val="00D869E0"/>
    <w:rsid w:val="00D86EB2"/>
    <w:rsid w:val="00D86FE1"/>
    <w:rsid w:val="00D87418"/>
    <w:rsid w:val="00D878B3"/>
    <w:rsid w:val="00D87CB8"/>
    <w:rsid w:val="00D87D81"/>
    <w:rsid w:val="00D87F5B"/>
    <w:rsid w:val="00D90317"/>
    <w:rsid w:val="00D90500"/>
    <w:rsid w:val="00D90FBD"/>
    <w:rsid w:val="00D92099"/>
    <w:rsid w:val="00D9313B"/>
    <w:rsid w:val="00D93353"/>
    <w:rsid w:val="00D93CB3"/>
    <w:rsid w:val="00D94041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3DA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72C"/>
    <w:rsid w:val="00DC373E"/>
    <w:rsid w:val="00DC3B50"/>
    <w:rsid w:val="00DC3EAF"/>
    <w:rsid w:val="00DC4489"/>
    <w:rsid w:val="00DC4B61"/>
    <w:rsid w:val="00DC597B"/>
    <w:rsid w:val="00DC614C"/>
    <w:rsid w:val="00DC6C9C"/>
    <w:rsid w:val="00DC734B"/>
    <w:rsid w:val="00DD0B3A"/>
    <w:rsid w:val="00DD0D07"/>
    <w:rsid w:val="00DD12D0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A28"/>
    <w:rsid w:val="00DD6974"/>
    <w:rsid w:val="00DD6C0D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746B"/>
    <w:rsid w:val="00DF75C0"/>
    <w:rsid w:val="00DF7B8D"/>
    <w:rsid w:val="00E01736"/>
    <w:rsid w:val="00E01960"/>
    <w:rsid w:val="00E024C9"/>
    <w:rsid w:val="00E026F0"/>
    <w:rsid w:val="00E02AA7"/>
    <w:rsid w:val="00E036EF"/>
    <w:rsid w:val="00E03D59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4D07"/>
    <w:rsid w:val="00E14EB2"/>
    <w:rsid w:val="00E161FE"/>
    <w:rsid w:val="00E1750F"/>
    <w:rsid w:val="00E17630"/>
    <w:rsid w:val="00E17D4E"/>
    <w:rsid w:val="00E20273"/>
    <w:rsid w:val="00E20C4D"/>
    <w:rsid w:val="00E22208"/>
    <w:rsid w:val="00E22343"/>
    <w:rsid w:val="00E2296D"/>
    <w:rsid w:val="00E22A02"/>
    <w:rsid w:val="00E22F02"/>
    <w:rsid w:val="00E236D4"/>
    <w:rsid w:val="00E263D1"/>
    <w:rsid w:val="00E263FA"/>
    <w:rsid w:val="00E26C39"/>
    <w:rsid w:val="00E271C7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F26"/>
    <w:rsid w:val="00E442DA"/>
    <w:rsid w:val="00E44CE3"/>
    <w:rsid w:val="00E44ECA"/>
    <w:rsid w:val="00E45286"/>
    <w:rsid w:val="00E456A4"/>
    <w:rsid w:val="00E45CD0"/>
    <w:rsid w:val="00E45D91"/>
    <w:rsid w:val="00E45EC8"/>
    <w:rsid w:val="00E46C50"/>
    <w:rsid w:val="00E47CF2"/>
    <w:rsid w:val="00E5007D"/>
    <w:rsid w:val="00E503DB"/>
    <w:rsid w:val="00E517B4"/>
    <w:rsid w:val="00E518AD"/>
    <w:rsid w:val="00E51903"/>
    <w:rsid w:val="00E52DF7"/>
    <w:rsid w:val="00E5439A"/>
    <w:rsid w:val="00E54E2C"/>
    <w:rsid w:val="00E5558F"/>
    <w:rsid w:val="00E55653"/>
    <w:rsid w:val="00E557C1"/>
    <w:rsid w:val="00E5585F"/>
    <w:rsid w:val="00E55D99"/>
    <w:rsid w:val="00E55F37"/>
    <w:rsid w:val="00E57A1C"/>
    <w:rsid w:val="00E57A98"/>
    <w:rsid w:val="00E57DB1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15D0"/>
    <w:rsid w:val="00E71704"/>
    <w:rsid w:val="00E72089"/>
    <w:rsid w:val="00E72A10"/>
    <w:rsid w:val="00E737AD"/>
    <w:rsid w:val="00E738A1"/>
    <w:rsid w:val="00E739CE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80567"/>
    <w:rsid w:val="00E8170B"/>
    <w:rsid w:val="00E81D01"/>
    <w:rsid w:val="00E823A3"/>
    <w:rsid w:val="00E823D6"/>
    <w:rsid w:val="00E82670"/>
    <w:rsid w:val="00E82E1F"/>
    <w:rsid w:val="00E83433"/>
    <w:rsid w:val="00E8384B"/>
    <w:rsid w:val="00E83BF5"/>
    <w:rsid w:val="00E847FA"/>
    <w:rsid w:val="00E850F8"/>
    <w:rsid w:val="00E855E4"/>
    <w:rsid w:val="00E85794"/>
    <w:rsid w:val="00E861D9"/>
    <w:rsid w:val="00E876CD"/>
    <w:rsid w:val="00E900C4"/>
    <w:rsid w:val="00E9062C"/>
    <w:rsid w:val="00E9149A"/>
    <w:rsid w:val="00E9223E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A077B"/>
    <w:rsid w:val="00EA1419"/>
    <w:rsid w:val="00EA17F1"/>
    <w:rsid w:val="00EA1B7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800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B0C26"/>
    <w:rsid w:val="00EB0D2A"/>
    <w:rsid w:val="00EB1D0C"/>
    <w:rsid w:val="00EB1D39"/>
    <w:rsid w:val="00EB26DA"/>
    <w:rsid w:val="00EB339A"/>
    <w:rsid w:val="00EB397B"/>
    <w:rsid w:val="00EB3AE1"/>
    <w:rsid w:val="00EB4A61"/>
    <w:rsid w:val="00EB4ABB"/>
    <w:rsid w:val="00EB4AD2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97F"/>
    <w:rsid w:val="00EC55AB"/>
    <w:rsid w:val="00EC638D"/>
    <w:rsid w:val="00EC672D"/>
    <w:rsid w:val="00EC6CC4"/>
    <w:rsid w:val="00EC74C1"/>
    <w:rsid w:val="00EC7C52"/>
    <w:rsid w:val="00ED0706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861"/>
    <w:rsid w:val="00ED3E21"/>
    <w:rsid w:val="00ED3EBC"/>
    <w:rsid w:val="00ED421C"/>
    <w:rsid w:val="00ED454A"/>
    <w:rsid w:val="00ED523B"/>
    <w:rsid w:val="00ED5C11"/>
    <w:rsid w:val="00EE0573"/>
    <w:rsid w:val="00EE09A1"/>
    <w:rsid w:val="00EE0CAE"/>
    <w:rsid w:val="00EE1705"/>
    <w:rsid w:val="00EE1AE9"/>
    <w:rsid w:val="00EE1C0E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8B"/>
    <w:rsid w:val="00EF11A1"/>
    <w:rsid w:val="00EF170B"/>
    <w:rsid w:val="00EF1ED6"/>
    <w:rsid w:val="00EF2902"/>
    <w:rsid w:val="00EF2B45"/>
    <w:rsid w:val="00EF40EC"/>
    <w:rsid w:val="00EF4439"/>
    <w:rsid w:val="00EF4816"/>
    <w:rsid w:val="00EF4CCB"/>
    <w:rsid w:val="00EF4E96"/>
    <w:rsid w:val="00EF6025"/>
    <w:rsid w:val="00EF617C"/>
    <w:rsid w:val="00EF6729"/>
    <w:rsid w:val="00EF6A6E"/>
    <w:rsid w:val="00EF6D58"/>
    <w:rsid w:val="00EF75F7"/>
    <w:rsid w:val="00EF7C3A"/>
    <w:rsid w:val="00EF7E98"/>
    <w:rsid w:val="00F007E1"/>
    <w:rsid w:val="00F00F2D"/>
    <w:rsid w:val="00F01B1A"/>
    <w:rsid w:val="00F0254E"/>
    <w:rsid w:val="00F0391D"/>
    <w:rsid w:val="00F03E2D"/>
    <w:rsid w:val="00F0445E"/>
    <w:rsid w:val="00F04B4E"/>
    <w:rsid w:val="00F0541D"/>
    <w:rsid w:val="00F057AA"/>
    <w:rsid w:val="00F05BA5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0B"/>
    <w:rsid w:val="00F2023E"/>
    <w:rsid w:val="00F202BA"/>
    <w:rsid w:val="00F20674"/>
    <w:rsid w:val="00F20B71"/>
    <w:rsid w:val="00F20D01"/>
    <w:rsid w:val="00F2218A"/>
    <w:rsid w:val="00F221A1"/>
    <w:rsid w:val="00F222EF"/>
    <w:rsid w:val="00F22870"/>
    <w:rsid w:val="00F239A9"/>
    <w:rsid w:val="00F24111"/>
    <w:rsid w:val="00F257E2"/>
    <w:rsid w:val="00F259CC"/>
    <w:rsid w:val="00F26D61"/>
    <w:rsid w:val="00F270EB"/>
    <w:rsid w:val="00F27225"/>
    <w:rsid w:val="00F27B51"/>
    <w:rsid w:val="00F306BA"/>
    <w:rsid w:val="00F309C0"/>
    <w:rsid w:val="00F30A86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7B"/>
    <w:rsid w:val="00F3638B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F8A"/>
    <w:rsid w:val="00F571FA"/>
    <w:rsid w:val="00F572DF"/>
    <w:rsid w:val="00F57F67"/>
    <w:rsid w:val="00F6027B"/>
    <w:rsid w:val="00F60AB4"/>
    <w:rsid w:val="00F60B8D"/>
    <w:rsid w:val="00F62097"/>
    <w:rsid w:val="00F62A27"/>
    <w:rsid w:val="00F62C17"/>
    <w:rsid w:val="00F631A3"/>
    <w:rsid w:val="00F632C6"/>
    <w:rsid w:val="00F63660"/>
    <w:rsid w:val="00F6380A"/>
    <w:rsid w:val="00F63BC9"/>
    <w:rsid w:val="00F6551E"/>
    <w:rsid w:val="00F65AF6"/>
    <w:rsid w:val="00F662BC"/>
    <w:rsid w:val="00F67D57"/>
    <w:rsid w:val="00F701BA"/>
    <w:rsid w:val="00F70503"/>
    <w:rsid w:val="00F705F8"/>
    <w:rsid w:val="00F706DC"/>
    <w:rsid w:val="00F71A54"/>
    <w:rsid w:val="00F72001"/>
    <w:rsid w:val="00F725C2"/>
    <w:rsid w:val="00F7364B"/>
    <w:rsid w:val="00F74946"/>
    <w:rsid w:val="00F74C43"/>
    <w:rsid w:val="00F752D8"/>
    <w:rsid w:val="00F76699"/>
    <w:rsid w:val="00F76715"/>
    <w:rsid w:val="00F76ECB"/>
    <w:rsid w:val="00F76F85"/>
    <w:rsid w:val="00F7715B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212D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0FD"/>
    <w:rsid w:val="00FA0116"/>
    <w:rsid w:val="00FA1164"/>
    <w:rsid w:val="00FA1E91"/>
    <w:rsid w:val="00FA2D95"/>
    <w:rsid w:val="00FA2F86"/>
    <w:rsid w:val="00FA3E5B"/>
    <w:rsid w:val="00FA3F49"/>
    <w:rsid w:val="00FA4EB0"/>
    <w:rsid w:val="00FA4FDD"/>
    <w:rsid w:val="00FA55F6"/>
    <w:rsid w:val="00FA63EA"/>
    <w:rsid w:val="00FA7B28"/>
    <w:rsid w:val="00FB0906"/>
    <w:rsid w:val="00FB1E96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6E4"/>
    <w:rsid w:val="00FC0BDE"/>
    <w:rsid w:val="00FC0C7B"/>
    <w:rsid w:val="00FC0E0D"/>
    <w:rsid w:val="00FC1003"/>
    <w:rsid w:val="00FC175D"/>
    <w:rsid w:val="00FC24AA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8A3"/>
    <w:rsid w:val="00FD510E"/>
    <w:rsid w:val="00FD6189"/>
    <w:rsid w:val="00FD7934"/>
    <w:rsid w:val="00FD7AA6"/>
    <w:rsid w:val="00FD7B98"/>
    <w:rsid w:val="00FE0886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2246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4FE0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25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675B"/>
    <w:pPr>
      <w:keepNext/>
      <w:jc w:val="right"/>
      <w:outlineLvl w:val="0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1675B"/>
    <w:rPr>
      <w:rFonts w:cs="Times New Roman"/>
      <w:snapToGrid w:val="0"/>
      <w:sz w:val="28"/>
    </w:rPr>
  </w:style>
  <w:style w:type="paragraph" w:customStyle="1" w:styleId="ConsPlusNormal">
    <w:name w:val="ConsPlusNormal"/>
    <w:uiPriority w:val="99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A026B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A026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042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026B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04258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A04258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A026B"/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A0425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26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74D8"/>
    <w:rPr>
      <w:rFonts w:ascii="Tahoma" w:hAnsi="Tahoma" w:cs="Tahoma"/>
      <w:sz w:val="16"/>
      <w:szCs w:val="16"/>
    </w:rPr>
  </w:style>
  <w:style w:type="paragraph" w:customStyle="1" w:styleId="1">
    <w:name w:val="Знак1"/>
    <w:basedOn w:val="Normal"/>
    <w:next w:val="Normal"/>
    <w:uiPriority w:val="99"/>
    <w:semiHidden/>
    <w:rsid w:val="00A04258"/>
    <w:pPr>
      <w:spacing w:after="160" w:line="240" w:lineRule="exact"/>
    </w:pPr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A0425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4173F"/>
    <w:rPr>
      <w:rFonts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locked/>
    <w:rsid w:val="0041675B"/>
    <w:rPr>
      <w:rFonts w:cs="Times New Roman"/>
      <w:sz w:val="28"/>
    </w:rPr>
  </w:style>
  <w:style w:type="table" w:styleId="TableGrid">
    <w:name w:val="Table Grid"/>
    <w:basedOn w:val="TableNormal"/>
    <w:uiPriority w:val="99"/>
    <w:rsid w:val="001B6A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D73F03"/>
    <w:rPr>
      <w:rFonts w:cs="Times New Roman"/>
      <w:color w:val="0000FF"/>
      <w:u w:val="single"/>
    </w:rPr>
  </w:style>
  <w:style w:type="paragraph" w:styleId="Closing">
    <w:name w:val="Closing"/>
    <w:basedOn w:val="Normal"/>
    <w:link w:val="ClosingChar"/>
    <w:uiPriority w:val="99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CA0CDF"/>
    <w:rPr>
      <w:rFonts w:cs="Times New Roman"/>
    </w:rPr>
  </w:style>
  <w:style w:type="paragraph" w:styleId="ListParagraph">
    <w:name w:val="List Paragraph"/>
    <w:basedOn w:val="Normal"/>
    <w:uiPriority w:val="99"/>
    <w:qFormat/>
    <w:rsid w:val="00D07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15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1145</TotalTime>
  <Pages>6</Pages>
  <Words>1063</Words>
  <Characters>6062</Characters>
  <Application>Microsoft Office Outlook</Application>
  <DocSecurity>0</DocSecurity>
  <Lines>0</Lines>
  <Paragraphs>0</Paragraphs>
  <ScaleCrop>false</ScaleCrop>
  <Company>МинФинЧО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subject/>
  <dc:creator>pg_bav</dc:creator>
  <cp:keywords/>
  <dc:description/>
  <cp:lastModifiedBy>User</cp:lastModifiedBy>
  <cp:revision>73</cp:revision>
  <cp:lastPrinted>2017-01-26T09:47:00Z</cp:lastPrinted>
  <dcterms:created xsi:type="dcterms:W3CDTF">2015-01-16T11:48:00Z</dcterms:created>
  <dcterms:modified xsi:type="dcterms:W3CDTF">2017-02-02T05:23:00Z</dcterms:modified>
</cp:coreProperties>
</file>